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CA5D1" w14:textId="2DBE35C7" w:rsidR="00F56F14" w:rsidRDefault="00C52CA0" w:rsidP="005D01A9">
      <w:pPr>
        <w:shd w:val="clear" w:color="auto" w:fill="FFFFFF"/>
        <w:rPr>
          <w:rFonts w:ascii="Arial" w:hAnsi="Arial" w:cs="Arial"/>
          <w:position w:val="-7"/>
          <w:szCs w:val="24"/>
        </w:rPr>
      </w:pPr>
      <w:bookmarkStart w:id="0" w:name="_Hlk11136636"/>
      <w:r w:rsidRPr="00B372E8">
        <w:rPr>
          <w:rFonts w:ascii="Arial" w:hAnsi="Arial" w:cs="Arial"/>
          <w:position w:val="-7"/>
        </w:rPr>
        <w:t>Akce:</w:t>
      </w:r>
      <w:r w:rsidRPr="00B372E8">
        <w:rPr>
          <w:rFonts w:ascii="Arial" w:hAnsi="Arial" w:cs="Arial"/>
          <w:position w:val="-7"/>
          <w:szCs w:val="24"/>
        </w:rPr>
        <w:tab/>
      </w:r>
      <w:r w:rsidRPr="00B372E8">
        <w:rPr>
          <w:rFonts w:ascii="Arial" w:hAnsi="Arial" w:cs="Arial"/>
          <w:position w:val="-7"/>
          <w:szCs w:val="24"/>
        </w:rPr>
        <w:tab/>
      </w:r>
      <w:r w:rsidR="00F56F14" w:rsidRPr="00F56F14">
        <w:rPr>
          <w:rFonts w:ascii="Arial" w:hAnsi="Arial" w:cs="Arial"/>
          <w:b/>
          <w:bCs/>
          <w:position w:val="-7"/>
          <w:szCs w:val="24"/>
        </w:rPr>
        <w:t>MPA_2205</w:t>
      </w:r>
    </w:p>
    <w:p w14:paraId="159D3AF3" w14:textId="1C9119EF" w:rsidR="009C54D3" w:rsidRDefault="009C54D3" w:rsidP="00F56F14">
      <w:pPr>
        <w:shd w:val="clear" w:color="auto" w:fill="FFFFFF"/>
        <w:ind w:left="708" w:firstLine="708"/>
        <w:rPr>
          <w:rFonts w:ascii="Arial" w:hAnsi="Arial" w:cs="Arial"/>
          <w:b/>
          <w:bCs/>
          <w:position w:val="-7"/>
          <w:szCs w:val="24"/>
        </w:rPr>
      </w:pPr>
      <w:r>
        <w:rPr>
          <w:rFonts w:ascii="Arial" w:hAnsi="Arial" w:cs="Arial"/>
          <w:b/>
          <w:bCs/>
          <w:position w:val="-7"/>
          <w:szCs w:val="24"/>
        </w:rPr>
        <w:t xml:space="preserve">REKONSTRUKCE </w:t>
      </w:r>
      <w:r w:rsidR="005D01A9">
        <w:rPr>
          <w:rFonts w:ascii="Arial" w:hAnsi="Arial" w:cs="Arial"/>
          <w:b/>
          <w:bCs/>
          <w:position w:val="-7"/>
          <w:szCs w:val="24"/>
        </w:rPr>
        <w:t xml:space="preserve">MATEŘSKÉ </w:t>
      </w:r>
      <w:r w:rsidR="0071277C">
        <w:rPr>
          <w:rFonts w:ascii="Arial" w:hAnsi="Arial" w:cs="Arial"/>
          <w:b/>
          <w:bCs/>
          <w:position w:val="-7"/>
          <w:szCs w:val="24"/>
        </w:rPr>
        <w:t>ŠKOLKY BOHUMÍNSKÁ</w:t>
      </w:r>
    </w:p>
    <w:p w14:paraId="04F40FA2" w14:textId="4736F3DE" w:rsidR="0071277C" w:rsidRPr="00B372E8" w:rsidRDefault="0071277C" w:rsidP="005D01A9">
      <w:pPr>
        <w:shd w:val="clear" w:color="auto" w:fill="FFFFFF"/>
        <w:rPr>
          <w:rFonts w:ascii="Arial" w:hAnsi="Arial" w:cs="Arial"/>
          <w:b/>
          <w:bCs/>
          <w:position w:val="-7"/>
          <w:szCs w:val="24"/>
        </w:rPr>
      </w:pPr>
      <w:r>
        <w:rPr>
          <w:rFonts w:ascii="Arial" w:hAnsi="Arial" w:cs="Arial"/>
          <w:b/>
          <w:bCs/>
          <w:position w:val="-7"/>
          <w:szCs w:val="24"/>
        </w:rPr>
        <w:tab/>
      </w:r>
      <w:r>
        <w:rPr>
          <w:rFonts w:ascii="Arial" w:hAnsi="Arial" w:cs="Arial"/>
          <w:b/>
          <w:bCs/>
          <w:position w:val="-7"/>
          <w:szCs w:val="24"/>
        </w:rPr>
        <w:tab/>
        <w:t xml:space="preserve">Na </w:t>
      </w:r>
      <w:proofErr w:type="spellStart"/>
      <w:r>
        <w:rPr>
          <w:rFonts w:ascii="Arial" w:hAnsi="Arial" w:cs="Arial"/>
          <w:b/>
          <w:bCs/>
          <w:position w:val="-7"/>
          <w:szCs w:val="24"/>
        </w:rPr>
        <w:t>parc</w:t>
      </w:r>
      <w:proofErr w:type="spellEnd"/>
      <w:r>
        <w:rPr>
          <w:rFonts w:ascii="Arial" w:hAnsi="Arial" w:cs="Arial"/>
          <w:b/>
          <w:bCs/>
          <w:position w:val="-7"/>
          <w:szCs w:val="24"/>
        </w:rPr>
        <w:t xml:space="preserve">. č. 1467/1, kat. </w:t>
      </w:r>
      <w:proofErr w:type="spellStart"/>
      <w:r>
        <w:rPr>
          <w:rFonts w:ascii="Arial" w:hAnsi="Arial" w:cs="Arial"/>
          <w:b/>
          <w:bCs/>
          <w:position w:val="-7"/>
          <w:szCs w:val="24"/>
        </w:rPr>
        <w:t>ú.</w:t>
      </w:r>
      <w:proofErr w:type="spellEnd"/>
      <w:r>
        <w:rPr>
          <w:rFonts w:ascii="Arial" w:hAnsi="Arial" w:cs="Arial"/>
          <w:b/>
          <w:bCs/>
          <w:position w:val="-7"/>
          <w:szCs w:val="24"/>
        </w:rPr>
        <w:t xml:space="preserve"> </w:t>
      </w:r>
      <w:r w:rsidR="007E023B">
        <w:rPr>
          <w:rFonts w:ascii="Arial" w:hAnsi="Arial" w:cs="Arial"/>
          <w:b/>
          <w:bCs/>
          <w:position w:val="-7"/>
          <w:szCs w:val="24"/>
        </w:rPr>
        <w:t>Slezská Ostrava</w:t>
      </w:r>
    </w:p>
    <w:p w14:paraId="159D3AF4" w14:textId="77777777" w:rsidR="00C52CA0" w:rsidRPr="00B372E8" w:rsidRDefault="00C52CA0" w:rsidP="00C52CA0">
      <w:pPr>
        <w:shd w:val="clear" w:color="auto" w:fill="FFFFFF"/>
        <w:rPr>
          <w:rFonts w:ascii="Arial" w:hAnsi="Arial" w:cs="Arial"/>
          <w:position w:val="-7"/>
          <w:szCs w:val="24"/>
        </w:rPr>
      </w:pPr>
    </w:p>
    <w:p w14:paraId="159D3AF5" w14:textId="333A153F" w:rsidR="00C52CA0" w:rsidRPr="00B372E8" w:rsidRDefault="00C52CA0" w:rsidP="00C52CA0">
      <w:pPr>
        <w:shd w:val="clear" w:color="auto" w:fill="FFFFFF"/>
        <w:spacing w:after="240"/>
        <w:ind w:left="1416" w:hanging="1416"/>
        <w:jc w:val="both"/>
        <w:rPr>
          <w:rFonts w:ascii="Arial" w:hAnsi="Arial" w:cs="Arial"/>
          <w:position w:val="-7"/>
        </w:rPr>
      </w:pPr>
      <w:r w:rsidRPr="00B372E8">
        <w:rPr>
          <w:rFonts w:ascii="Arial" w:hAnsi="Arial" w:cs="Arial"/>
          <w:position w:val="-7"/>
        </w:rPr>
        <w:t>Stupeň:</w:t>
      </w:r>
      <w:r w:rsidRPr="00B372E8">
        <w:rPr>
          <w:rFonts w:ascii="Arial" w:hAnsi="Arial" w:cs="Arial"/>
          <w:position w:val="-7"/>
        </w:rPr>
        <w:tab/>
      </w:r>
      <w:r w:rsidR="00B675D7" w:rsidRPr="00B675D7">
        <w:rPr>
          <w:rFonts w:ascii="Arial" w:hAnsi="Arial" w:cs="Arial"/>
          <w:position w:val="-7"/>
          <w:szCs w:val="24"/>
        </w:rPr>
        <w:t xml:space="preserve">DOKUMENTACE PRO </w:t>
      </w:r>
      <w:r w:rsidR="007E023B">
        <w:rPr>
          <w:rFonts w:ascii="Arial" w:hAnsi="Arial" w:cs="Arial"/>
          <w:position w:val="-7"/>
          <w:szCs w:val="24"/>
        </w:rPr>
        <w:t>PROVÁDĚNÍ STAVBY</w:t>
      </w:r>
    </w:p>
    <w:p w14:paraId="159D3AF6" w14:textId="77777777" w:rsidR="00DB3C59" w:rsidRPr="00B372E8" w:rsidRDefault="00C52CA0" w:rsidP="00DB3C59">
      <w:pPr>
        <w:pStyle w:val="Default"/>
        <w:spacing w:line="276" w:lineRule="auto"/>
        <w:rPr>
          <w:b/>
          <w:color w:val="auto"/>
          <w:position w:val="-7"/>
        </w:rPr>
      </w:pPr>
      <w:r w:rsidRPr="00B372E8">
        <w:rPr>
          <w:color w:val="auto"/>
          <w:position w:val="-7"/>
          <w:szCs w:val="20"/>
          <w:lang w:eastAsia="en-US"/>
        </w:rPr>
        <w:t>Stavebník:</w:t>
      </w:r>
      <w:r w:rsidRPr="00B372E8">
        <w:rPr>
          <w:color w:val="auto"/>
          <w:position w:val="-7"/>
          <w:sz w:val="20"/>
          <w:szCs w:val="20"/>
        </w:rPr>
        <w:tab/>
      </w:r>
      <w:bookmarkEnd w:id="0"/>
      <w:r w:rsidR="00B372E8">
        <w:rPr>
          <w:b/>
          <w:color w:val="auto"/>
          <w:position w:val="-7"/>
        </w:rPr>
        <w:t>Statutární město Ostrava</w:t>
      </w:r>
      <w:r w:rsidR="00DB3C59" w:rsidRPr="00B372E8">
        <w:rPr>
          <w:b/>
          <w:color w:val="auto"/>
          <w:position w:val="-7"/>
        </w:rPr>
        <w:t xml:space="preserve"> </w:t>
      </w:r>
    </w:p>
    <w:p w14:paraId="159D3AF7" w14:textId="77777777" w:rsidR="00362038" w:rsidRPr="00B372E8" w:rsidRDefault="00B372E8" w:rsidP="00DB3C59">
      <w:pPr>
        <w:pStyle w:val="Default"/>
        <w:spacing w:line="276" w:lineRule="auto"/>
        <w:ind w:left="708" w:firstLine="708"/>
        <w:rPr>
          <w:b/>
          <w:color w:val="auto"/>
          <w:position w:val="-7"/>
        </w:rPr>
      </w:pPr>
      <w:r>
        <w:rPr>
          <w:b/>
          <w:color w:val="auto"/>
          <w:position w:val="-7"/>
        </w:rPr>
        <w:t>Prokešovo nám. 1803/8, Moravská Ostrava, 729 30 Ostrava</w:t>
      </w:r>
    </w:p>
    <w:p w14:paraId="159D3AF8" w14:textId="77777777" w:rsidR="00C52CA0" w:rsidRPr="00B372E8" w:rsidRDefault="00362038" w:rsidP="00362038">
      <w:pPr>
        <w:pStyle w:val="Default"/>
        <w:spacing w:line="276" w:lineRule="auto"/>
        <w:rPr>
          <w:b/>
          <w:bCs/>
          <w:color w:val="auto"/>
          <w:sz w:val="20"/>
          <w:szCs w:val="20"/>
        </w:rPr>
      </w:pPr>
      <w:r w:rsidRPr="00B372E8">
        <w:rPr>
          <w:b/>
          <w:color w:val="auto"/>
          <w:position w:val="-7"/>
        </w:rPr>
        <w:tab/>
      </w:r>
      <w:r w:rsidRPr="00B372E8">
        <w:rPr>
          <w:b/>
          <w:color w:val="auto"/>
          <w:position w:val="-7"/>
        </w:rPr>
        <w:tab/>
      </w:r>
    </w:p>
    <w:p w14:paraId="159D3AF9" w14:textId="77777777" w:rsidR="00C52CA0" w:rsidRPr="00B372E8" w:rsidRDefault="00C52CA0" w:rsidP="00C52CA0">
      <w:pPr>
        <w:shd w:val="clear" w:color="auto" w:fill="FFFFFF"/>
        <w:tabs>
          <w:tab w:val="left" w:pos="1276"/>
          <w:tab w:val="left" w:pos="2268"/>
        </w:tabs>
        <w:spacing w:line="276" w:lineRule="auto"/>
        <w:rPr>
          <w:rFonts w:ascii="Arial" w:hAnsi="Arial" w:cs="Arial"/>
          <w:spacing w:val="-3"/>
        </w:rPr>
      </w:pPr>
      <w:r w:rsidRPr="00B372E8">
        <w:rPr>
          <w:rFonts w:ascii="Arial" w:hAnsi="Arial" w:cs="Arial"/>
          <w:spacing w:val="-3"/>
        </w:rPr>
        <w:t>Zpracovatel</w:t>
      </w:r>
      <w:r w:rsidR="00B372E8">
        <w:rPr>
          <w:rFonts w:ascii="Arial" w:hAnsi="Arial" w:cs="Arial"/>
          <w:spacing w:val="-3"/>
        </w:rPr>
        <w:t xml:space="preserve">:  </w:t>
      </w:r>
      <w:r w:rsidRPr="00B372E8">
        <w:rPr>
          <w:rFonts w:ascii="Arial" w:hAnsi="Arial" w:cs="Arial"/>
          <w:spacing w:val="-3"/>
        </w:rPr>
        <w:t>MPA ProjektStav s.r.o.</w:t>
      </w:r>
    </w:p>
    <w:p w14:paraId="159D3AFA" w14:textId="77777777" w:rsidR="00D677F9" w:rsidRDefault="00D677F9" w:rsidP="00C52CA0">
      <w:pPr>
        <w:shd w:val="clear" w:color="auto" w:fill="FFFFFF"/>
        <w:spacing w:line="276" w:lineRule="auto"/>
        <w:ind w:left="2268" w:hanging="852"/>
        <w:rPr>
          <w:rFonts w:ascii="Arial" w:hAnsi="Arial" w:cs="Arial"/>
          <w:spacing w:val="-3"/>
        </w:rPr>
      </w:pPr>
      <w:r>
        <w:rPr>
          <w:rFonts w:ascii="Arial" w:hAnsi="Arial" w:cs="Arial"/>
        </w:rPr>
        <w:t>Habrová 1132/6, 710 00 Ostrava-Slezská Ostrava</w:t>
      </w:r>
      <w:r w:rsidRPr="00B372E8">
        <w:rPr>
          <w:rFonts w:ascii="Arial" w:hAnsi="Arial" w:cs="Arial"/>
          <w:spacing w:val="-3"/>
        </w:rPr>
        <w:t xml:space="preserve"> </w:t>
      </w:r>
    </w:p>
    <w:p w14:paraId="159D3AFB" w14:textId="77777777" w:rsidR="00C52CA0" w:rsidRPr="00B372E8" w:rsidRDefault="00C52CA0" w:rsidP="00C52CA0">
      <w:pPr>
        <w:shd w:val="clear" w:color="auto" w:fill="FFFFFF"/>
        <w:spacing w:line="276" w:lineRule="auto"/>
        <w:ind w:left="2268" w:hanging="852"/>
        <w:rPr>
          <w:rFonts w:ascii="Arial" w:hAnsi="Arial" w:cs="Arial"/>
          <w:spacing w:val="-3"/>
        </w:rPr>
      </w:pPr>
      <w:r w:rsidRPr="00B372E8">
        <w:rPr>
          <w:rFonts w:ascii="Arial" w:hAnsi="Arial" w:cs="Arial"/>
          <w:spacing w:val="-3"/>
        </w:rPr>
        <w:t>IČ: 28634403</w:t>
      </w:r>
    </w:p>
    <w:p w14:paraId="159D3AFC" w14:textId="77777777" w:rsidR="00C52CA0" w:rsidRPr="00B372E8" w:rsidRDefault="00C52CA0" w:rsidP="00C52CA0">
      <w:pPr>
        <w:pStyle w:val="Default"/>
        <w:spacing w:line="276" w:lineRule="auto"/>
        <w:ind w:left="708" w:firstLine="708"/>
        <w:jc w:val="both"/>
        <w:rPr>
          <w:b/>
          <w:bCs/>
          <w:color w:val="auto"/>
          <w:sz w:val="20"/>
          <w:szCs w:val="20"/>
        </w:rPr>
      </w:pPr>
    </w:p>
    <w:p w14:paraId="159D3AFD" w14:textId="77777777" w:rsidR="00C52CA0" w:rsidRPr="00B372E8" w:rsidRDefault="00C52CA0" w:rsidP="00C52CA0">
      <w:pPr>
        <w:pStyle w:val="Bezmezer"/>
        <w:spacing w:line="276" w:lineRule="auto"/>
        <w:rPr>
          <w:sz w:val="24"/>
          <w:szCs w:val="24"/>
        </w:rPr>
      </w:pPr>
      <w:r w:rsidRPr="00B372E8">
        <w:rPr>
          <w:sz w:val="24"/>
          <w:szCs w:val="24"/>
        </w:rPr>
        <w:t xml:space="preserve">Vypracoval: </w:t>
      </w:r>
      <w:r w:rsidRPr="00B372E8">
        <w:rPr>
          <w:sz w:val="24"/>
          <w:szCs w:val="24"/>
        </w:rPr>
        <w:tab/>
      </w:r>
      <w:r w:rsidR="00B372E8">
        <w:rPr>
          <w:sz w:val="24"/>
          <w:szCs w:val="24"/>
        </w:rPr>
        <w:t>Jan Orolín</w:t>
      </w:r>
    </w:p>
    <w:p w14:paraId="159D3AFE" w14:textId="77777777" w:rsidR="00C52CA0" w:rsidRPr="00B372E8" w:rsidRDefault="00C52CA0" w:rsidP="00C52CA0">
      <w:pPr>
        <w:pStyle w:val="Bezmezer"/>
        <w:spacing w:line="276" w:lineRule="auto"/>
        <w:rPr>
          <w:color w:val="000000"/>
          <w:sz w:val="24"/>
          <w:szCs w:val="24"/>
        </w:rPr>
      </w:pPr>
      <w:r w:rsidRPr="00B372E8">
        <w:rPr>
          <w:sz w:val="24"/>
          <w:szCs w:val="24"/>
        </w:rPr>
        <w:tab/>
      </w:r>
      <w:r w:rsidRPr="00B372E8">
        <w:rPr>
          <w:sz w:val="24"/>
          <w:szCs w:val="24"/>
        </w:rPr>
        <w:tab/>
      </w:r>
      <w:r w:rsidR="00D6667D" w:rsidRPr="00B372E8">
        <w:rPr>
          <w:sz w:val="24"/>
          <w:szCs w:val="24"/>
        </w:rPr>
        <w:t xml:space="preserve">e-mail: </w:t>
      </w:r>
      <w:r w:rsidR="00B372E8" w:rsidRPr="00B372E8">
        <w:rPr>
          <w:sz w:val="24"/>
          <w:szCs w:val="24"/>
        </w:rPr>
        <w:t>orolin@mpa-projektstav.cz</w:t>
      </w:r>
    </w:p>
    <w:p w14:paraId="159D3AFF" w14:textId="77777777" w:rsidR="00C52CA0" w:rsidRPr="00B372E8" w:rsidRDefault="00C52CA0" w:rsidP="00C52CA0">
      <w:pPr>
        <w:pStyle w:val="Bezmezer"/>
        <w:spacing w:line="276" w:lineRule="auto"/>
        <w:rPr>
          <w:sz w:val="24"/>
          <w:szCs w:val="24"/>
        </w:rPr>
      </w:pPr>
      <w:r w:rsidRPr="00B372E8">
        <w:rPr>
          <w:sz w:val="24"/>
          <w:szCs w:val="24"/>
        </w:rPr>
        <w:tab/>
      </w:r>
      <w:r w:rsidRPr="00B372E8">
        <w:rPr>
          <w:sz w:val="24"/>
          <w:szCs w:val="24"/>
        </w:rPr>
        <w:tab/>
        <w:t>tel</w:t>
      </w:r>
      <w:r w:rsidRPr="00B372E8">
        <w:rPr>
          <w:spacing w:val="-3"/>
          <w:sz w:val="24"/>
          <w:szCs w:val="24"/>
        </w:rPr>
        <w:t>.:</w:t>
      </w:r>
      <w:r w:rsidR="00362038" w:rsidRPr="00B372E8">
        <w:rPr>
          <w:spacing w:val="-3"/>
          <w:sz w:val="24"/>
          <w:szCs w:val="24"/>
        </w:rPr>
        <w:t xml:space="preserve"> </w:t>
      </w:r>
      <w:r w:rsidRPr="00B372E8">
        <w:rPr>
          <w:spacing w:val="-3"/>
          <w:sz w:val="24"/>
          <w:szCs w:val="24"/>
        </w:rPr>
        <w:t>+420</w:t>
      </w:r>
      <w:r w:rsidR="00B372E8">
        <w:rPr>
          <w:spacing w:val="-3"/>
          <w:sz w:val="24"/>
          <w:szCs w:val="24"/>
        </w:rPr>
        <w:t> 774 582 266</w:t>
      </w:r>
    </w:p>
    <w:p w14:paraId="159D3B00" w14:textId="77777777" w:rsidR="00C52CA0" w:rsidRPr="00B372E8" w:rsidRDefault="00C52CA0" w:rsidP="00C52CA0">
      <w:pPr>
        <w:pStyle w:val="Bezmezer"/>
        <w:spacing w:line="276" w:lineRule="auto"/>
        <w:rPr>
          <w:sz w:val="24"/>
          <w:szCs w:val="24"/>
        </w:rPr>
      </w:pPr>
    </w:p>
    <w:p w14:paraId="159D3B01" w14:textId="77777777" w:rsidR="00C52CA0" w:rsidRPr="00B372E8" w:rsidRDefault="00C52CA0" w:rsidP="00C52CA0">
      <w:pPr>
        <w:pStyle w:val="Bezmezer"/>
        <w:spacing w:line="276" w:lineRule="auto"/>
        <w:rPr>
          <w:sz w:val="24"/>
          <w:szCs w:val="24"/>
        </w:rPr>
      </w:pPr>
      <w:r w:rsidRPr="00B372E8">
        <w:rPr>
          <w:sz w:val="24"/>
          <w:szCs w:val="24"/>
        </w:rPr>
        <w:t xml:space="preserve">Vedoucí </w:t>
      </w:r>
      <w:r w:rsidRPr="00B372E8">
        <w:rPr>
          <w:sz w:val="24"/>
          <w:szCs w:val="24"/>
        </w:rPr>
        <w:tab/>
        <w:t xml:space="preserve">Ing. </w:t>
      </w:r>
      <w:r w:rsidR="003C091B">
        <w:rPr>
          <w:sz w:val="24"/>
          <w:szCs w:val="24"/>
        </w:rPr>
        <w:t>Vladimír Gřunděl</w:t>
      </w:r>
    </w:p>
    <w:p w14:paraId="159D3B02" w14:textId="77777777" w:rsidR="00C52CA0" w:rsidRPr="00B372E8" w:rsidRDefault="00C52CA0" w:rsidP="00C52CA0">
      <w:pPr>
        <w:pStyle w:val="Bezmezer"/>
        <w:spacing w:line="276" w:lineRule="auto"/>
        <w:rPr>
          <w:sz w:val="24"/>
          <w:szCs w:val="24"/>
        </w:rPr>
      </w:pPr>
      <w:r w:rsidRPr="00B372E8">
        <w:rPr>
          <w:sz w:val="24"/>
          <w:szCs w:val="24"/>
        </w:rPr>
        <w:t xml:space="preserve">projektu: </w:t>
      </w:r>
      <w:r w:rsidRPr="00B372E8">
        <w:rPr>
          <w:sz w:val="24"/>
          <w:szCs w:val="24"/>
        </w:rPr>
        <w:tab/>
        <w:t xml:space="preserve">e-mail: </w:t>
      </w:r>
      <w:r w:rsidR="003C091B">
        <w:rPr>
          <w:sz w:val="24"/>
          <w:szCs w:val="24"/>
        </w:rPr>
        <w:t>grundel</w:t>
      </w:r>
      <w:r w:rsidRPr="00B372E8">
        <w:rPr>
          <w:spacing w:val="-3"/>
          <w:sz w:val="24"/>
          <w:szCs w:val="24"/>
        </w:rPr>
        <w:t>@mpa-projektstav.cz</w:t>
      </w:r>
      <w:r w:rsidRPr="00B372E8">
        <w:rPr>
          <w:sz w:val="24"/>
          <w:szCs w:val="24"/>
        </w:rPr>
        <w:t xml:space="preserve"> </w:t>
      </w:r>
    </w:p>
    <w:p w14:paraId="159D3B03" w14:textId="77777777" w:rsidR="00C52CA0" w:rsidRPr="00B372E8" w:rsidRDefault="00C52CA0" w:rsidP="00C52CA0">
      <w:pPr>
        <w:pStyle w:val="Bezmezer"/>
        <w:spacing w:line="276" w:lineRule="auto"/>
        <w:ind w:left="708" w:firstLine="708"/>
        <w:rPr>
          <w:sz w:val="24"/>
          <w:szCs w:val="24"/>
        </w:rPr>
      </w:pPr>
      <w:r w:rsidRPr="00B372E8">
        <w:rPr>
          <w:sz w:val="24"/>
          <w:szCs w:val="24"/>
        </w:rPr>
        <w:t>tel.: +420</w:t>
      </w:r>
      <w:r w:rsidR="003C091B">
        <w:rPr>
          <w:sz w:val="24"/>
          <w:szCs w:val="24"/>
        </w:rPr>
        <w:t> 775 682 266</w:t>
      </w:r>
    </w:p>
    <w:p w14:paraId="159D3B04" w14:textId="77777777" w:rsidR="00C52CA0" w:rsidRPr="00B372E8" w:rsidRDefault="00C52CA0" w:rsidP="00C52CA0">
      <w:pPr>
        <w:pStyle w:val="Bezmezer"/>
        <w:spacing w:line="276" w:lineRule="auto"/>
        <w:rPr>
          <w:sz w:val="24"/>
          <w:szCs w:val="24"/>
        </w:rPr>
      </w:pPr>
    </w:p>
    <w:p w14:paraId="159D3B05" w14:textId="77777777" w:rsidR="003C091B" w:rsidRPr="00B372E8" w:rsidRDefault="00C52CA0" w:rsidP="003C091B">
      <w:pPr>
        <w:pStyle w:val="Bezmezer"/>
        <w:spacing w:line="276" w:lineRule="auto"/>
        <w:rPr>
          <w:sz w:val="24"/>
          <w:szCs w:val="24"/>
        </w:rPr>
      </w:pPr>
      <w:bookmarkStart w:id="1" w:name="_Hlk11136607"/>
      <w:r w:rsidRPr="00B372E8">
        <w:rPr>
          <w:sz w:val="24"/>
          <w:szCs w:val="24"/>
        </w:rPr>
        <w:t xml:space="preserve">Zodpovědný </w:t>
      </w:r>
      <w:r w:rsidRPr="00B372E8">
        <w:rPr>
          <w:sz w:val="24"/>
          <w:szCs w:val="24"/>
        </w:rPr>
        <w:tab/>
      </w:r>
      <w:bookmarkStart w:id="2" w:name="_Hlk2246849"/>
      <w:bookmarkEnd w:id="1"/>
      <w:r w:rsidR="003C091B" w:rsidRPr="00B372E8">
        <w:rPr>
          <w:sz w:val="24"/>
          <w:szCs w:val="24"/>
        </w:rPr>
        <w:t xml:space="preserve">Ing. </w:t>
      </w:r>
      <w:r w:rsidR="003C091B">
        <w:rPr>
          <w:sz w:val="24"/>
          <w:szCs w:val="24"/>
        </w:rPr>
        <w:t>Pavel Matějek</w:t>
      </w:r>
    </w:p>
    <w:p w14:paraId="159D3B06" w14:textId="77777777" w:rsidR="003C091B" w:rsidRPr="00B372E8" w:rsidRDefault="003C091B" w:rsidP="003C091B">
      <w:pPr>
        <w:pStyle w:val="Bezmezer"/>
        <w:spacing w:line="276" w:lineRule="auto"/>
        <w:rPr>
          <w:sz w:val="24"/>
          <w:szCs w:val="24"/>
        </w:rPr>
      </w:pPr>
      <w:r w:rsidRPr="00B372E8">
        <w:rPr>
          <w:sz w:val="24"/>
          <w:szCs w:val="24"/>
        </w:rPr>
        <w:t xml:space="preserve">projektu: </w:t>
      </w:r>
      <w:r w:rsidRPr="00B372E8">
        <w:rPr>
          <w:sz w:val="24"/>
          <w:szCs w:val="24"/>
        </w:rPr>
        <w:tab/>
        <w:t xml:space="preserve">e-mail: </w:t>
      </w:r>
      <w:r>
        <w:rPr>
          <w:sz w:val="24"/>
          <w:szCs w:val="24"/>
        </w:rPr>
        <w:t>matejek</w:t>
      </w:r>
      <w:r w:rsidRPr="00B372E8">
        <w:rPr>
          <w:spacing w:val="-3"/>
          <w:sz w:val="24"/>
          <w:szCs w:val="24"/>
        </w:rPr>
        <w:t>@mpa-projektstav.cz</w:t>
      </w:r>
      <w:r w:rsidRPr="00B372E8">
        <w:rPr>
          <w:sz w:val="24"/>
          <w:szCs w:val="24"/>
        </w:rPr>
        <w:t xml:space="preserve"> </w:t>
      </w:r>
    </w:p>
    <w:p w14:paraId="159D3B07" w14:textId="77777777" w:rsidR="003C091B" w:rsidRPr="00B372E8" w:rsidRDefault="003C091B" w:rsidP="003C091B">
      <w:pPr>
        <w:pStyle w:val="Bezmezer"/>
        <w:spacing w:line="276" w:lineRule="auto"/>
        <w:ind w:left="708" w:firstLine="708"/>
        <w:rPr>
          <w:sz w:val="24"/>
          <w:szCs w:val="24"/>
        </w:rPr>
      </w:pPr>
      <w:r w:rsidRPr="00B372E8">
        <w:rPr>
          <w:sz w:val="24"/>
          <w:szCs w:val="24"/>
        </w:rPr>
        <w:t>tel.: +420</w:t>
      </w:r>
      <w:r>
        <w:rPr>
          <w:sz w:val="24"/>
          <w:szCs w:val="24"/>
        </w:rPr>
        <w:t> </w:t>
      </w:r>
      <w:r w:rsidRPr="00B372E8">
        <w:rPr>
          <w:sz w:val="24"/>
          <w:szCs w:val="24"/>
        </w:rPr>
        <w:t>77</w:t>
      </w:r>
      <w:r>
        <w:rPr>
          <w:sz w:val="24"/>
          <w:szCs w:val="24"/>
        </w:rPr>
        <w:t>5 890 870</w:t>
      </w:r>
    </w:p>
    <w:p w14:paraId="159D3B08" w14:textId="77777777" w:rsidR="00D30606" w:rsidRPr="00B372E8" w:rsidRDefault="00D30606" w:rsidP="003C091B">
      <w:pPr>
        <w:pStyle w:val="Bezmezer"/>
        <w:spacing w:line="276" w:lineRule="auto"/>
        <w:rPr>
          <w:szCs w:val="24"/>
        </w:rPr>
      </w:pPr>
    </w:p>
    <w:p w14:paraId="159D3B09" w14:textId="77777777" w:rsidR="006F3966" w:rsidRPr="00B372E8" w:rsidRDefault="006F3966" w:rsidP="00F000A1">
      <w:pPr>
        <w:ind w:left="2880" w:hanging="2172"/>
        <w:rPr>
          <w:rFonts w:ascii="Arial" w:hAnsi="Arial" w:cs="Arial"/>
          <w:szCs w:val="24"/>
          <w:lang w:eastAsia="cs-CZ"/>
        </w:rPr>
      </w:pPr>
    </w:p>
    <w:p w14:paraId="159D3B0A" w14:textId="77777777" w:rsidR="00C52CA0" w:rsidRDefault="00C52CA0" w:rsidP="00F000A1">
      <w:pPr>
        <w:ind w:left="8026" w:firstLine="708"/>
        <w:rPr>
          <w:rFonts w:ascii="Arial" w:hAnsi="Arial" w:cs="Arial"/>
          <w:szCs w:val="24"/>
          <w:lang w:eastAsia="cs-CZ"/>
        </w:rPr>
      </w:pPr>
    </w:p>
    <w:p w14:paraId="159D3B0B" w14:textId="77777777" w:rsidR="00B372E8" w:rsidRDefault="00B372E8" w:rsidP="00F000A1">
      <w:pPr>
        <w:ind w:left="8026" w:firstLine="708"/>
        <w:rPr>
          <w:rFonts w:ascii="Arial" w:hAnsi="Arial" w:cs="Arial"/>
          <w:szCs w:val="24"/>
          <w:lang w:eastAsia="cs-CZ"/>
        </w:rPr>
      </w:pPr>
    </w:p>
    <w:p w14:paraId="159D3B0C" w14:textId="77777777" w:rsidR="00B372E8" w:rsidRDefault="00B372E8" w:rsidP="00F000A1">
      <w:pPr>
        <w:ind w:left="8026" w:firstLine="708"/>
        <w:rPr>
          <w:rFonts w:ascii="Arial" w:hAnsi="Arial" w:cs="Arial"/>
          <w:szCs w:val="24"/>
          <w:lang w:eastAsia="cs-CZ"/>
        </w:rPr>
      </w:pPr>
    </w:p>
    <w:p w14:paraId="159D3B0D" w14:textId="77777777" w:rsidR="00B372E8" w:rsidRDefault="00B372E8" w:rsidP="00F000A1">
      <w:pPr>
        <w:ind w:left="8026" w:firstLine="708"/>
        <w:rPr>
          <w:rFonts w:ascii="Arial" w:hAnsi="Arial" w:cs="Arial"/>
          <w:szCs w:val="24"/>
          <w:lang w:eastAsia="cs-CZ"/>
        </w:rPr>
      </w:pPr>
    </w:p>
    <w:p w14:paraId="159D3B0E" w14:textId="77777777" w:rsidR="00B372E8" w:rsidRDefault="00B372E8" w:rsidP="00F000A1">
      <w:pPr>
        <w:ind w:left="8026" w:firstLine="708"/>
        <w:rPr>
          <w:rFonts w:ascii="Arial" w:hAnsi="Arial" w:cs="Arial"/>
          <w:szCs w:val="24"/>
          <w:lang w:eastAsia="cs-CZ"/>
        </w:rPr>
      </w:pPr>
    </w:p>
    <w:p w14:paraId="159D3B0F" w14:textId="77777777" w:rsidR="00B372E8" w:rsidRPr="00B372E8" w:rsidRDefault="00B372E8" w:rsidP="00F000A1">
      <w:pPr>
        <w:ind w:left="8026" w:firstLine="708"/>
        <w:rPr>
          <w:rFonts w:ascii="Arial" w:hAnsi="Arial" w:cs="Arial"/>
          <w:szCs w:val="24"/>
          <w:lang w:eastAsia="cs-CZ"/>
        </w:rPr>
      </w:pPr>
    </w:p>
    <w:p w14:paraId="159D3B10" w14:textId="77777777" w:rsidR="00C52CA0" w:rsidRPr="00B372E8" w:rsidRDefault="00C52CA0" w:rsidP="00F000A1">
      <w:pPr>
        <w:ind w:left="8026" w:firstLine="708"/>
        <w:rPr>
          <w:rFonts w:ascii="Arial" w:hAnsi="Arial" w:cs="Arial"/>
          <w:szCs w:val="24"/>
          <w:lang w:eastAsia="cs-CZ"/>
        </w:rPr>
      </w:pPr>
    </w:p>
    <w:p w14:paraId="159D3B11" w14:textId="77777777" w:rsidR="00B372E8" w:rsidRPr="00B372E8" w:rsidRDefault="00B372E8" w:rsidP="00B372E8">
      <w:pPr>
        <w:shd w:val="clear" w:color="auto" w:fill="FFFFFF"/>
        <w:jc w:val="center"/>
        <w:rPr>
          <w:rFonts w:ascii="Arial" w:hAnsi="Arial" w:cs="Arial"/>
          <w:b/>
          <w:bCs/>
          <w:position w:val="-7"/>
          <w:sz w:val="48"/>
          <w:szCs w:val="48"/>
        </w:rPr>
      </w:pPr>
      <w:r w:rsidRPr="00B372E8">
        <w:rPr>
          <w:rFonts w:ascii="Arial" w:hAnsi="Arial" w:cs="Arial"/>
          <w:b/>
          <w:bCs/>
          <w:position w:val="-7"/>
          <w:sz w:val="48"/>
          <w:szCs w:val="48"/>
        </w:rPr>
        <w:t>A - PRŮVODNÍ ZPRÁVA</w:t>
      </w:r>
    </w:p>
    <w:p w14:paraId="159D3B12" w14:textId="77777777" w:rsidR="00C52CA0" w:rsidRPr="00B372E8" w:rsidRDefault="00C52CA0" w:rsidP="00C52CA0">
      <w:pPr>
        <w:rPr>
          <w:rFonts w:ascii="Arial" w:hAnsi="Arial" w:cs="Arial"/>
        </w:rPr>
      </w:pPr>
    </w:p>
    <w:p w14:paraId="159D3B13" w14:textId="77777777" w:rsidR="00C52CA0" w:rsidRPr="00B372E8" w:rsidRDefault="00C52CA0" w:rsidP="00C52CA0">
      <w:pPr>
        <w:rPr>
          <w:rFonts w:ascii="Arial" w:hAnsi="Arial" w:cs="Arial"/>
        </w:rPr>
      </w:pPr>
    </w:p>
    <w:p w14:paraId="159D3B14" w14:textId="77777777" w:rsidR="00C52CA0" w:rsidRPr="00B372E8" w:rsidRDefault="00C52CA0" w:rsidP="00C52CA0">
      <w:pPr>
        <w:rPr>
          <w:rFonts w:ascii="Arial" w:hAnsi="Arial" w:cs="Arial"/>
        </w:rPr>
      </w:pPr>
    </w:p>
    <w:p w14:paraId="159D3B15" w14:textId="77777777" w:rsidR="00C52CA0" w:rsidRPr="00B372E8" w:rsidRDefault="00C52CA0" w:rsidP="00C52CA0">
      <w:pPr>
        <w:rPr>
          <w:rFonts w:ascii="Arial" w:hAnsi="Arial" w:cs="Arial"/>
        </w:rPr>
      </w:pPr>
    </w:p>
    <w:p w14:paraId="159D3B16" w14:textId="77777777" w:rsidR="00C52CA0" w:rsidRDefault="00C52CA0" w:rsidP="00C52CA0">
      <w:pPr>
        <w:rPr>
          <w:rFonts w:ascii="Arial" w:hAnsi="Arial" w:cs="Arial"/>
        </w:rPr>
      </w:pPr>
    </w:p>
    <w:p w14:paraId="159D3B17" w14:textId="77777777" w:rsidR="00B372E8" w:rsidRDefault="00B372E8" w:rsidP="00C52CA0">
      <w:pPr>
        <w:rPr>
          <w:rFonts w:ascii="Arial" w:hAnsi="Arial" w:cs="Arial"/>
        </w:rPr>
      </w:pPr>
    </w:p>
    <w:p w14:paraId="159D3B18" w14:textId="77777777" w:rsidR="00B372E8" w:rsidRDefault="00B372E8" w:rsidP="00C52CA0">
      <w:pPr>
        <w:rPr>
          <w:rFonts w:ascii="Arial" w:hAnsi="Arial" w:cs="Arial"/>
        </w:rPr>
      </w:pPr>
    </w:p>
    <w:p w14:paraId="159D3B19" w14:textId="77777777" w:rsidR="00B372E8" w:rsidRDefault="00B372E8" w:rsidP="00C52CA0">
      <w:pPr>
        <w:rPr>
          <w:rFonts w:ascii="Arial" w:hAnsi="Arial" w:cs="Arial"/>
        </w:rPr>
      </w:pPr>
    </w:p>
    <w:p w14:paraId="159D3B1A" w14:textId="77777777" w:rsidR="00B372E8" w:rsidRDefault="00B372E8" w:rsidP="00C52CA0">
      <w:pPr>
        <w:rPr>
          <w:rFonts w:ascii="Arial" w:hAnsi="Arial" w:cs="Arial"/>
        </w:rPr>
      </w:pPr>
    </w:p>
    <w:p w14:paraId="159D3B1B" w14:textId="77777777" w:rsidR="00B372E8" w:rsidRDefault="00B372E8" w:rsidP="00C52CA0">
      <w:pPr>
        <w:rPr>
          <w:rFonts w:ascii="Arial" w:hAnsi="Arial" w:cs="Arial"/>
        </w:rPr>
      </w:pPr>
    </w:p>
    <w:p w14:paraId="159D3B1C" w14:textId="77777777" w:rsidR="00B372E8" w:rsidRPr="00B372E8" w:rsidRDefault="00B372E8" w:rsidP="00C52CA0">
      <w:pPr>
        <w:rPr>
          <w:rFonts w:ascii="Arial" w:hAnsi="Arial" w:cs="Arial"/>
        </w:rPr>
      </w:pPr>
    </w:p>
    <w:p w14:paraId="159D3B1D" w14:textId="77777777" w:rsidR="00C52CA0" w:rsidRPr="00B372E8" w:rsidRDefault="00C52CA0" w:rsidP="00C52CA0">
      <w:pPr>
        <w:rPr>
          <w:rFonts w:ascii="Arial" w:hAnsi="Arial" w:cs="Arial"/>
        </w:rPr>
      </w:pPr>
    </w:p>
    <w:p w14:paraId="159D3B1E" w14:textId="354D7E40" w:rsidR="00C52CA0" w:rsidRPr="00B372E8" w:rsidRDefault="00C52CA0" w:rsidP="00C52CA0">
      <w:pPr>
        <w:rPr>
          <w:rFonts w:ascii="Arial" w:hAnsi="Arial" w:cs="Arial"/>
        </w:rPr>
      </w:pPr>
      <w:r w:rsidRPr="00B372E8">
        <w:rPr>
          <w:rFonts w:ascii="Arial" w:hAnsi="Arial" w:cs="Arial"/>
        </w:rPr>
        <w:t xml:space="preserve">V Ostravě, </w:t>
      </w:r>
      <w:r w:rsidR="009B333F">
        <w:rPr>
          <w:rFonts w:ascii="Arial" w:hAnsi="Arial" w:cs="Arial"/>
        </w:rPr>
        <w:t>2</w:t>
      </w:r>
      <w:r w:rsidR="006722AB">
        <w:rPr>
          <w:rFonts w:ascii="Arial" w:hAnsi="Arial" w:cs="Arial"/>
        </w:rPr>
        <w:t>/202</w:t>
      </w:r>
      <w:r w:rsidR="009B333F">
        <w:rPr>
          <w:rFonts w:ascii="Arial" w:hAnsi="Arial" w:cs="Arial"/>
        </w:rPr>
        <w:t>2</w:t>
      </w:r>
      <w:r w:rsidRPr="00B372E8">
        <w:rPr>
          <w:rFonts w:ascii="Arial" w:hAnsi="Arial" w:cs="Arial"/>
        </w:rPr>
        <w:tab/>
      </w:r>
      <w:r w:rsidRPr="00B372E8">
        <w:rPr>
          <w:rFonts w:ascii="Arial" w:hAnsi="Arial" w:cs="Arial"/>
        </w:rPr>
        <w:tab/>
      </w:r>
      <w:r w:rsidRPr="00B372E8">
        <w:rPr>
          <w:rFonts w:ascii="Arial" w:hAnsi="Arial" w:cs="Arial"/>
        </w:rPr>
        <w:tab/>
      </w:r>
      <w:r w:rsidRPr="00B372E8">
        <w:rPr>
          <w:rFonts w:ascii="Arial" w:hAnsi="Arial" w:cs="Arial"/>
        </w:rPr>
        <w:tab/>
      </w:r>
      <w:r w:rsidRPr="00B372E8">
        <w:rPr>
          <w:rFonts w:ascii="Arial" w:hAnsi="Arial" w:cs="Arial"/>
        </w:rPr>
        <w:tab/>
      </w:r>
      <w:r w:rsidRPr="00B372E8">
        <w:rPr>
          <w:rFonts w:ascii="Arial" w:hAnsi="Arial" w:cs="Arial"/>
        </w:rPr>
        <w:tab/>
        <w:t xml:space="preserve">          </w:t>
      </w:r>
      <w:r w:rsidR="00474FBD" w:rsidRPr="00B372E8">
        <w:rPr>
          <w:rFonts w:ascii="Arial" w:hAnsi="Arial" w:cs="Arial"/>
        </w:rPr>
        <w:tab/>
      </w:r>
      <w:r w:rsidR="00474FBD" w:rsidRPr="00B372E8">
        <w:rPr>
          <w:rFonts w:ascii="Arial" w:hAnsi="Arial" w:cs="Arial"/>
        </w:rPr>
        <w:tab/>
      </w:r>
      <w:r w:rsidR="00362038" w:rsidRPr="00B372E8">
        <w:rPr>
          <w:rFonts w:ascii="Arial" w:hAnsi="Arial" w:cs="Arial"/>
        </w:rPr>
        <w:tab/>
      </w:r>
      <w:r w:rsidR="00B372E8">
        <w:rPr>
          <w:rFonts w:ascii="Arial" w:hAnsi="Arial" w:cs="Arial"/>
        </w:rPr>
        <w:t>Jan Orolín</w:t>
      </w:r>
    </w:p>
    <w:bookmarkEnd w:id="2"/>
    <w:p w14:paraId="159D3B1F" w14:textId="77777777" w:rsidR="00FA5B9E" w:rsidRPr="00B372E8" w:rsidRDefault="00FA5B9E" w:rsidP="00FA5B9E">
      <w:pPr>
        <w:pStyle w:val="Nadpis6"/>
        <w:spacing w:after="120"/>
        <w:jc w:val="both"/>
        <w:rPr>
          <w:rFonts w:ascii="Arial" w:hAnsi="Arial" w:cs="Arial"/>
          <w:sz w:val="28"/>
          <w:szCs w:val="28"/>
        </w:rPr>
      </w:pPr>
      <w:r w:rsidRPr="00B372E8">
        <w:rPr>
          <w:rFonts w:ascii="Arial" w:hAnsi="Arial" w:cs="Arial"/>
          <w:sz w:val="24"/>
        </w:rPr>
        <w:br w:type="page"/>
      </w:r>
      <w:r w:rsidRPr="00B372E8">
        <w:rPr>
          <w:rFonts w:ascii="Arial" w:hAnsi="Arial" w:cs="Arial"/>
          <w:sz w:val="28"/>
          <w:szCs w:val="28"/>
        </w:rPr>
        <w:lastRenderedPageBreak/>
        <w:t>A.1 Identifikační údaje</w:t>
      </w:r>
    </w:p>
    <w:p w14:paraId="159D3B20" w14:textId="77777777" w:rsidR="00FA5B9E" w:rsidRPr="00B372E8" w:rsidRDefault="00FA5B9E" w:rsidP="00FA5B9E">
      <w:pPr>
        <w:pStyle w:val="Nadpis6"/>
        <w:spacing w:after="120"/>
        <w:jc w:val="both"/>
        <w:rPr>
          <w:rFonts w:ascii="Arial" w:hAnsi="Arial" w:cs="Arial"/>
          <w:sz w:val="24"/>
          <w:szCs w:val="24"/>
        </w:rPr>
      </w:pPr>
      <w:r w:rsidRPr="00B372E8">
        <w:rPr>
          <w:rFonts w:ascii="Arial" w:hAnsi="Arial" w:cs="Arial"/>
          <w:sz w:val="24"/>
          <w:szCs w:val="24"/>
        </w:rPr>
        <w:t>A.1.1 Údaje o stavbě</w:t>
      </w:r>
    </w:p>
    <w:p w14:paraId="159D3B21" w14:textId="77777777" w:rsidR="00FA5B9E" w:rsidRPr="00B372E8" w:rsidRDefault="00FA5B9E" w:rsidP="00FA5B9E">
      <w:pPr>
        <w:rPr>
          <w:rFonts w:ascii="Arial" w:hAnsi="Arial" w:cs="Arial"/>
        </w:rPr>
      </w:pPr>
    </w:p>
    <w:p w14:paraId="159D3B23" w14:textId="65C5E115" w:rsidR="009C54D3" w:rsidRDefault="00FA5B9E" w:rsidP="00B4138F">
      <w:pPr>
        <w:jc w:val="both"/>
        <w:rPr>
          <w:rFonts w:ascii="Arial" w:hAnsi="Arial" w:cs="Arial"/>
          <w:bCs/>
          <w:iCs/>
        </w:rPr>
      </w:pPr>
      <w:r w:rsidRPr="0042477F">
        <w:rPr>
          <w:rFonts w:ascii="Arial" w:hAnsi="Arial" w:cs="Arial"/>
          <w:bCs/>
          <w:iCs/>
        </w:rPr>
        <w:t>Název stavby</w:t>
      </w:r>
      <w:r w:rsidR="00481E0C" w:rsidRPr="0042477F">
        <w:rPr>
          <w:rFonts w:ascii="Arial" w:hAnsi="Arial" w:cs="Arial"/>
          <w:bCs/>
          <w:iCs/>
        </w:rPr>
        <w:t xml:space="preserve">: </w:t>
      </w:r>
      <w:r w:rsidR="00D30606" w:rsidRPr="0042477F">
        <w:rPr>
          <w:rFonts w:ascii="Arial" w:hAnsi="Arial" w:cs="Arial"/>
          <w:bCs/>
          <w:iCs/>
        </w:rPr>
        <w:tab/>
      </w:r>
      <w:r w:rsidR="00B4138F">
        <w:rPr>
          <w:rFonts w:ascii="Arial" w:hAnsi="Arial" w:cs="Arial"/>
          <w:bCs/>
          <w:iCs/>
        </w:rPr>
        <w:t>REKONSTRUKCE MATEŘSKÉ ŠKOLKY BOHUMÍNSKÁ</w:t>
      </w:r>
    </w:p>
    <w:p w14:paraId="322B6C43" w14:textId="5567D4E3" w:rsidR="00B4138F" w:rsidRPr="009C54D3" w:rsidRDefault="00B4138F" w:rsidP="00B4138F">
      <w:pPr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 xml:space="preserve">Na </w:t>
      </w:r>
      <w:proofErr w:type="spellStart"/>
      <w:r>
        <w:rPr>
          <w:rFonts w:ascii="Arial" w:hAnsi="Arial" w:cs="Arial"/>
          <w:bCs/>
          <w:iCs/>
        </w:rPr>
        <w:t>parc</w:t>
      </w:r>
      <w:proofErr w:type="spellEnd"/>
      <w:r>
        <w:rPr>
          <w:rFonts w:ascii="Arial" w:hAnsi="Arial" w:cs="Arial"/>
          <w:bCs/>
          <w:iCs/>
        </w:rPr>
        <w:t xml:space="preserve">. č. 1467/1, kat. </w:t>
      </w:r>
      <w:proofErr w:type="spellStart"/>
      <w:r>
        <w:rPr>
          <w:rFonts w:ascii="Arial" w:hAnsi="Arial" w:cs="Arial"/>
          <w:bCs/>
          <w:iCs/>
        </w:rPr>
        <w:t>ú.</w:t>
      </w:r>
      <w:proofErr w:type="spellEnd"/>
      <w:r>
        <w:rPr>
          <w:rFonts w:ascii="Arial" w:hAnsi="Arial" w:cs="Arial"/>
          <w:bCs/>
          <w:iCs/>
        </w:rPr>
        <w:t xml:space="preserve"> Slezská Ostrava</w:t>
      </w:r>
    </w:p>
    <w:p w14:paraId="159D3B24" w14:textId="77777777" w:rsidR="00215CF0" w:rsidRPr="0042477F" w:rsidRDefault="00FA5B9E" w:rsidP="00B372E8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lang w:val="en-US"/>
        </w:rPr>
      </w:pPr>
      <w:r w:rsidRPr="0042477F">
        <w:rPr>
          <w:rFonts w:ascii="Arial" w:hAnsi="Arial" w:cs="Arial"/>
          <w:bCs/>
          <w:iCs/>
        </w:rPr>
        <w:t>Místo stavby:</w:t>
      </w:r>
      <w:r w:rsidR="0042477F">
        <w:rPr>
          <w:rFonts w:ascii="Arial" w:hAnsi="Arial" w:cs="Arial"/>
          <w:bCs/>
          <w:iCs/>
        </w:rPr>
        <w:tab/>
      </w:r>
      <w:r w:rsidR="00B372E8" w:rsidRPr="0042477F">
        <w:rPr>
          <w:rFonts w:ascii="Arial" w:hAnsi="Arial" w:cs="Arial"/>
          <w:bCs/>
          <w:iCs/>
        </w:rPr>
        <w:tab/>
        <w:t xml:space="preserve">Obec Ostrava </w:t>
      </w:r>
      <w:r w:rsidR="00B372E8" w:rsidRPr="0042477F">
        <w:rPr>
          <w:rFonts w:ascii="Arial" w:hAnsi="Arial" w:cs="Arial"/>
          <w:bCs/>
          <w:iCs/>
          <w:lang w:val="en-US"/>
        </w:rPr>
        <w:t>[</w:t>
      </w:r>
      <w:r w:rsidR="0042477F" w:rsidRPr="0042477F">
        <w:rPr>
          <w:rFonts w:ascii="Arial" w:hAnsi="Arial" w:cs="Arial"/>
          <w:bCs/>
          <w:iCs/>
          <w:lang w:val="en-US"/>
        </w:rPr>
        <w:t>554821</w:t>
      </w:r>
      <w:r w:rsidR="00B372E8" w:rsidRPr="0042477F">
        <w:rPr>
          <w:rFonts w:ascii="Arial" w:hAnsi="Arial" w:cs="Arial"/>
          <w:bCs/>
          <w:iCs/>
          <w:lang w:val="en-US"/>
        </w:rPr>
        <w:t>]</w:t>
      </w:r>
    </w:p>
    <w:p w14:paraId="159D3B25" w14:textId="47FDD006" w:rsidR="00B372E8" w:rsidRDefault="00B372E8" w:rsidP="00B372E8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</w:rPr>
      </w:pPr>
      <w:r w:rsidRPr="0042477F">
        <w:rPr>
          <w:rFonts w:ascii="Arial" w:hAnsi="Arial" w:cs="Arial"/>
          <w:bCs/>
          <w:iCs/>
        </w:rPr>
        <w:tab/>
      </w:r>
      <w:r w:rsidRPr="0042477F">
        <w:rPr>
          <w:rFonts w:ascii="Arial" w:hAnsi="Arial" w:cs="Arial"/>
          <w:bCs/>
          <w:iCs/>
        </w:rPr>
        <w:tab/>
      </w:r>
      <w:r w:rsidRPr="0042477F">
        <w:rPr>
          <w:rFonts w:ascii="Arial" w:hAnsi="Arial" w:cs="Arial"/>
          <w:bCs/>
          <w:iCs/>
        </w:rPr>
        <w:tab/>
        <w:t xml:space="preserve">Kat. </w:t>
      </w:r>
      <w:proofErr w:type="spellStart"/>
      <w:r w:rsidRPr="0042477F">
        <w:rPr>
          <w:rFonts w:ascii="Arial" w:hAnsi="Arial" w:cs="Arial"/>
          <w:bCs/>
          <w:iCs/>
        </w:rPr>
        <w:t>ú.</w:t>
      </w:r>
      <w:proofErr w:type="spellEnd"/>
      <w:r w:rsidRPr="0042477F">
        <w:rPr>
          <w:rFonts w:ascii="Arial" w:hAnsi="Arial" w:cs="Arial"/>
          <w:bCs/>
          <w:iCs/>
        </w:rPr>
        <w:t xml:space="preserve"> </w:t>
      </w:r>
      <w:r w:rsidR="00AA7135">
        <w:rPr>
          <w:rFonts w:ascii="Arial" w:hAnsi="Arial" w:cs="Arial"/>
          <w:bCs/>
          <w:iCs/>
        </w:rPr>
        <w:t>Slezská Ostrava</w:t>
      </w:r>
      <w:r w:rsidR="0042477F" w:rsidRPr="0042477F">
        <w:rPr>
          <w:rFonts w:ascii="Arial" w:hAnsi="Arial" w:cs="Arial"/>
          <w:bCs/>
          <w:iCs/>
        </w:rPr>
        <w:t xml:space="preserve"> </w:t>
      </w:r>
      <w:r w:rsidRPr="0042477F">
        <w:rPr>
          <w:rFonts w:ascii="Arial" w:hAnsi="Arial" w:cs="Arial"/>
          <w:bCs/>
          <w:iCs/>
        </w:rPr>
        <w:t>[</w:t>
      </w:r>
      <w:r w:rsidR="009C54D3">
        <w:rPr>
          <w:rFonts w:ascii="Arial" w:hAnsi="Arial" w:cs="Arial"/>
          <w:bCs/>
          <w:iCs/>
        </w:rPr>
        <w:t>714</w:t>
      </w:r>
      <w:r w:rsidR="00AA7135">
        <w:rPr>
          <w:rFonts w:ascii="Arial" w:hAnsi="Arial" w:cs="Arial"/>
          <w:bCs/>
          <w:iCs/>
        </w:rPr>
        <w:t>828</w:t>
      </w:r>
      <w:r w:rsidRPr="0042477F">
        <w:rPr>
          <w:rFonts w:ascii="Arial" w:hAnsi="Arial" w:cs="Arial"/>
          <w:bCs/>
          <w:iCs/>
        </w:rPr>
        <w:t>]</w:t>
      </w:r>
    </w:p>
    <w:p w14:paraId="159D3B26" w14:textId="1B2B3AAF" w:rsidR="0042477F" w:rsidRDefault="0042477F" w:rsidP="00B372E8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Parcela číslo:</w:t>
      </w:r>
      <w:r>
        <w:rPr>
          <w:rFonts w:ascii="Arial" w:hAnsi="Arial" w:cs="Arial"/>
          <w:bCs/>
          <w:iCs/>
        </w:rPr>
        <w:tab/>
      </w:r>
      <w:r w:rsidR="00A7622C">
        <w:rPr>
          <w:rFonts w:ascii="Arial" w:hAnsi="Arial" w:cs="Arial"/>
          <w:bCs/>
          <w:iCs/>
        </w:rPr>
        <w:t>1467/1</w:t>
      </w:r>
    </w:p>
    <w:p w14:paraId="159D3B27" w14:textId="77777777" w:rsidR="0042477F" w:rsidRDefault="0042477F" w:rsidP="00B372E8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>Kraj:</w:t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</w:r>
      <w:r>
        <w:rPr>
          <w:rFonts w:ascii="Arial" w:hAnsi="Arial" w:cs="Arial"/>
          <w:bCs/>
          <w:iCs/>
        </w:rPr>
        <w:tab/>
        <w:t>Moravskoslezský</w:t>
      </w:r>
    </w:p>
    <w:p w14:paraId="159D3B28" w14:textId="77777777" w:rsidR="0042477F" w:rsidRPr="0042477F" w:rsidRDefault="0042477F" w:rsidP="0042477F">
      <w:pPr>
        <w:autoSpaceDE w:val="0"/>
        <w:autoSpaceDN w:val="0"/>
        <w:adjustRightInd w:val="0"/>
        <w:ind w:left="2124" w:hanging="2124"/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</w:rPr>
        <w:t>Předmět:</w:t>
      </w:r>
      <w:r>
        <w:rPr>
          <w:rFonts w:ascii="Arial" w:hAnsi="Arial" w:cs="Arial"/>
          <w:bCs/>
          <w:iCs/>
        </w:rPr>
        <w:tab/>
      </w:r>
      <w:r w:rsidR="009C54D3">
        <w:rPr>
          <w:rFonts w:ascii="Arial" w:hAnsi="Arial" w:cs="Arial"/>
          <w:bCs/>
          <w:iCs/>
        </w:rPr>
        <w:t xml:space="preserve">vnitřní </w:t>
      </w:r>
      <w:r w:rsidR="005A7394">
        <w:rPr>
          <w:rFonts w:ascii="Arial" w:hAnsi="Arial" w:cs="Arial"/>
          <w:bCs/>
          <w:iCs/>
        </w:rPr>
        <w:t>stavební úpravy</w:t>
      </w:r>
    </w:p>
    <w:p w14:paraId="159D3B29" w14:textId="77777777" w:rsidR="00CC24EF" w:rsidRPr="00B372E8" w:rsidRDefault="00CC24EF" w:rsidP="00CC24EF">
      <w:pPr>
        <w:autoSpaceDE w:val="0"/>
        <w:autoSpaceDN w:val="0"/>
        <w:adjustRightInd w:val="0"/>
        <w:ind w:left="4253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14:paraId="159D3B2A" w14:textId="77777777" w:rsidR="00FA5B9E" w:rsidRPr="00B372E8" w:rsidRDefault="00FA5B9E" w:rsidP="00FA5B9E">
      <w:pPr>
        <w:pStyle w:val="Nadpis6"/>
        <w:spacing w:after="120"/>
        <w:jc w:val="both"/>
        <w:rPr>
          <w:rFonts w:ascii="Arial" w:hAnsi="Arial" w:cs="Arial"/>
          <w:iCs/>
          <w:sz w:val="24"/>
          <w:szCs w:val="24"/>
        </w:rPr>
      </w:pPr>
      <w:r w:rsidRPr="00B372E8">
        <w:rPr>
          <w:rFonts w:ascii="Arial" w:hAnsi="Arial" w:cs="Arial"/>
          <w:iCs/>
          <w:sz w:val="24"/>
          <w:szCs w:val="24"/>
        </w:rPr>
        <w:t>A.1.2 Údaje o stavebníkovi</w:t>
      </w:r>
    </w:p>
    <w:p w14:paraId="159D3B2B" w14:textId="77777777" w:rsidR="00D97D7D" w:rsidRPr="00B372E8" w:rsidRDefault="00FA5B9E" w:rsidP="002B5F3F">
      <w:pPr>
        <w:rPr>
          <w:rFonts w:ascii="Arial" w:hAnsi="Arial" w:cs="Arial"/>
          <w:b/>
          <w:iCs/>
          <w:color w:val="000000"/>
          <w:sz w:val="32"/>
          <w:szCs w:val="24"/>
        </w:rPr>
      </w:pPr>
      <w:r w:rsidRPr="00B372E8">
        <w:rPr>
          <w:rFonts w:ascii="Arial" w:hAnsi="Arial" w:cs="Arial"/>
          <w:iCs/>
        </w:rPr>
        <w:t xml:space="preserve"> </w:t>
      </w:r>
      <w:r w:rsidRPr="00B372E8">
        <w:rPr>
          <w:rFonts w:ascii="Arial" w:hAnsi="Arial" w:cs="Arial"/>
          <w:iCs/>
          <w:color w:val="000000"/>
        </w:rPr>
        <w:t xml:space="preserve">Investor: </w:t>
      </w:r>
      <w:r w:rsidR="00B406AD" w:rsidRPr="00B372E8">
        <w:rPr>
          <w:rFonts w:ascii="Arial" w:hAnsi="Arial" w:cs="Arial"/>
          <w:iCs/>
          <w:color w:val="000000"/>
        </w:rPr>
        <w:tab/>
      </w:r>
      <w:r w:rsidR="002B5F3F">
        <w:rPr>
          <w:rFonts w:ascii="Arial" w:hAnsi="Arial" w:cs="Arial"/>
          <w:iCs/>
          <w:color w:val="000000"/>
        </w:rPr>
        <w:tab/>
      </w:r>
      <w:r w:rsidR="002B5F3F">
        <w:rPr>
          <w:rFonts w:ascii="Arial" w:hAnsi="Arial" w:cs="Arial"/>
          <w:b/>
          <w:iCs/>
          <w:color w:val="000000"/>
        </w:rPr>
        <w:t>Statutární město Ostrava</w:t>
      </w:r>
      <w:r w:rsidR="00D97D7D" w:rsidRPr="002B5F3F">
        <w:rPr>
          <w:rFonts w:ascii="Arial" w:hAnsi="Arial" w:cs="Arial"/>
          <w:b/>
          <w:iCs/>
          <w:color w:val="000000"/>
        </w:rPr>
        <w:t xml:space="preserve"> </w:t>
      </w:r>
    </w:p>
    <w:p w14:paraId="159D3B2C" w14:textId="77777777" w:rsidR="00D97D7D" w:rsidRPr="00B372E8" w:rsidRDefault="002B5F3F" w:rsidP="002B5F3F">
      <w:pPr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 s</w:t>
      </w:r>
      <w:r w:rsidR="00E413DB" w:rsidRPr="00B372E8">
        <w:rPr>
          <w:rFonts w:ascii="Arial" w:hAnsi="Arial" w:cs="Arial"/>
          <w:iCs/>
          <w:color w:val="000000"/>
        </w:rPr>
        <w:t>ídlem</w:t>
      </w:r>
      <w:r w:rsidR="00FA5B9E" w:rsidRPr="00B372E8">
        <w:rPr>
          <w:rFonts w:ascii="Arial" w:hAnsi="Arial" w:cs="Arial"/>
          <w:iCs/>
          <w:color w:val="000000"/>
        </w:rPr>
        <w:t>:</w:t>
      </w:r>
      <w:r w:rsidR="00FA5B9E" w:rsidRPr="00B372E8">
        <w:rPr>
          <w:rFonts w:ascii="Arial" w:hAnsi="Arial" w:cs="Arial"/>
          <w:iCs/>
          <w:color w:val="000000"/>
        </w:rPr>
        <w:tab/>
      </w:r>
      <w:r>
        <w:rPr>
          <w:rFonts w:ascii="Arial" w:hAnsi="Arial" w:cs="Arial"/>
          <w:iCs/>
          <w:color w:val="000000"/>
        </w:rPr>
        <w:tab/>
        <w:t>Prokešovo nám. 1803/8</w:t>
      </w:r>
      <w:r w:rsidR="00D97D7D" w:rsidRPr="00B372E8">
        <w:rPr>
          <w:rFonts w:ascii="Arial" w:hAnsi="Arial" w:cs="Arial"/>
          <w:iCs/>
          <w:color w:val="000000"/>
        </w:rPr>
        <w:t xml:space="preserve"> </w:t>
      </w:r>
    </w:p>
    <w:p w14:paraId="159D3B2D" w14:textId="77777777" w:rsidR="006F3966" w:rsidRPr="00B372E8" w:rsidRDefault="00D97D7D" w:rsidP="002B5F3F">
      <w:pPr>
        <w:ind w:left="1416" w:firstLine="708"/>
        <w:rPr>
          <w:rFonts w:ascii="Arial" w:hAnsi="Arial" w:cs="Arial"/>
          <w:iCs/>
          <w:color w:val="000000"/>
        </w:rPr>
      </w:pPr>
      <w:r w:rsidRPr="00B372E8">
        <w:rPr>
          <w:rFonts w:ascii="Arial" w:hAnsi="Arial" w:cs="Arial"/>
          <w:iCs/>
          <w:color w:val="000000"/>
        </w:rPr>
        <w:t>7</w:t>
      </w:r>
      <w:r w:rsidR="002B5F3F">
        <w:rPr>
          <w:rFonts w:ascii="Arial" w:hAnsi="Arial" w:cs="Arial"/>
          <w:iCs/>
          <w:color w:val="000000"/>
        </w:rPr>
        <w:t>29 30 Ostrava-Moravská Ostrava</w:t>
      </w:r>
      <w:r w:rsidR="00E413DB" w:rsidRPr="00B372E8">
        <w:rPr>
          <w:rFonts w:ascii="Arial" w:hAnsi="Arial" w:cs="Arial"/>
          <w:iCs/>
          <w:color w:val="000000"/>
        </w:rPr>
        <w:t xml:space="preserve"> </w:t>
      </w:r>
    </w:p>
    <w:p w14:paraId="159D3B2E" w14:textId="77777777" w:rsidR="00FA5B9E" w:rsidRDefault="00FA5B9E" w:rsidP="00FA5B9E">
      <w:pPr>
        <w:pStyle w:val="Nadpis6"/>
        <w:spacing w:after="120"/>
        <w:jc w:val="both"/>
        <w:rPr>
          <w:rFonts w:ascii="Arial" w:hAnsi="Arial" w:cs="Arial"/>
          <w:iCs/>
          <w:sz w:val="24"/>
          <w:szCs w:val="24"/>
        </w:rPr>
      </w:pPr>
      <w:r w:rsidRPr="00B372E8">
        <w:rPr>
          <w:rFonts w:ascii="Arial" w:hAnsi="Arial" w:cs="Arial"/>
          <w:iCs/>
          <w:sz w:val="24"/>
          <w:szCs w:val="24"/>
        </w:rPr>
        <w:t>A.1.3 Údaje o zpracovateli společné dokumentace</w:t>
      </w:r>
    </w:p>
    <w:p w14:paraId="159D3B2F" w14:textId="77777777" w:rsidR="002B5F3F" w:rsidRDefault="002B5F3F" w:rsidP="002B5F3F">
      <w:pPr>
        <w:rPr>
          <w:rFonts w:ascii="Arial" w:hAnsi="Arial" w:cs="Arial"/>
        </w:rPr>
      </w:pPr>
      <w:r>
        <w:rPr>
          <w:rFonts w:ascii="Arial" w:hAnsi="Arial" w:cs="Arial"/>
        </w:rPr>
        <w:t>Zpracovatel: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MPA ProjektStav s.r.o.</w:t>
      </w:r>
    </w:p>
    <w:p w14:paraId="159D3B30" w14:textId="77777777" w:rsidR="002B5F3F" w:rsidRDefault="002B5F3F" w:rsidP="002B5F3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677F9">
        <w:rPr>
          <w:rFonts w:ascii="Arial" w:hAnsi="Arial" w:cs="Arial"/>
        </w:rPr>
        <w:t>Habrová 1132/6</w:t>
      </w:r>
      <w:r>
        <w:rPr>
          <w:rFonts w:ascii="Arial" w:hAnsi="Arial" w:cs="Arial"/>
        </w:rPr>
        <w:t>, 7</w:t>
      </w:r>
      <w:r w:rsidR="00D677F9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00 Ostrava-</w:t>
      </w:r>
      <w:r w:rsidR="00D677F9">
        <w:rPr>
          <w:rFonts w:ascii="Arial" w:hAnsi="Arial" w:cs="Arial"/>
        </w:rPr>
        <w:t>Slezská Ostrava</w:t>
      </w:r>
    </w:p>
    <w:p w14:paraId="159D3B31" w14:textId="77777777" w:rsidR="002B5F3F" w:rsidRDefault="002B5F3F" w:rsidP="002B5F3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IČ: 28634403</w:t>
      </w:r>
    </w:p>
    <w:p w14:paraId="159D3B32" w14:textId="77777777" w:rsidR="002B5F3F" w:rsidRDefault="002B5F3F" w:rsidP="002B5F3F">
      <w:pPr>
        <w:rPr>
          <w:rFonts w:ascii="Arial" w:hAnsi="Arial" w:cs="Arial"/>
        </w:rPr>
      </w:pPr>
    </w:p>
    <w:p w14:paraId="159D3B33" w14:textId="6476FE4C" w:rsidR="004F09FA" w:rsidRPr="00B372E8" w:rsidRDefault="004F09FA" w:rsidP="004F09FA">
      <w:pPr>
        <w:pStyle w:val="Bezmezer"/>
        <w:spacing w:line="276" w:lineRule="auto"/>
        <w:rPr>
          <w:sz w:val="24"/>
          <w:szCs w:val="24"/>
        </w:rPr>
      </w:pPr>
      <w:r w:rsidRPr="00B372E8">
        <w:rPr>
          <w:sz w:val="24"/>
          <w:szCs w:val="24"/>
        </w:rPr>
        <w:t xml:space="preserve">Vypracoval: </w:t>
      </w:r>
      <w:r w:rsidRPr="00B372E8">
        <w:rPr>
          <w:sz w:val="24"/>
          <w:szCs w:val="24"/>
        </w:rPr>
        <w:tab/>
      </w:r>
      <w:r w:rsidR="00A7622C">
        <w:rPr>
          <w:sz w:val="24"/>
          <w:szCs w:val="24"/>
        </w:rPr>
        <w:tab/>
      </w:r>
      <w:r>
        <w:rPr>
          <w:sz w:val="24"/>
          <w:szCs w:val="24"/>
        </w:rPr>
        <w:t>Jan Orolín</w:t>
      </w:r>
    </w:p>
    <w:p w14:paraId="159D3B34" w14:textId="4406A8B0" w:rsidR="004F09FA" w:rsidRPr="00B372E8" w:rsidRDefault="004F09FA" w:rsidP="004F09FA">
      <w:pPr>
        <w:pStyle w:val="Bezmezer"/>
        <w:spacing w:line="276" w:lineRule="auto"/>
        <w:rPr>
          <w:color w:val="000000"/>
          <w:sz w:val="24"/>
          <w:szCs w:val="24"/>
        </w:rPr>
      </w:pPr>
      <w:r w:rsidRPr="00B372E8">
        <w:rPr>
          <w:sz w:val="24"/>
          <w:szCs w:val="24"/>
        </w:rPr>
        <w:tab/>
      </w:r>
      <w:r w:rsidRPr="00B372E8">
        <w:rPr>
          <w:sz w:val="24"/>
          <w:szCs w:val="24"/>
        </w:rPr>
        <w:tab/>
      </w:r>
      <w:r w:rsidR="00A7622C">
        <w:rPr>
          <w:sz w:val="24"/>
          <w:szCs w:val="24"/>
        </w:rPr>
        <w:tab/>
      </w:r>
      <w:r w:rsidRPr="00B372E8">
        <w:rPr>
          <w:sz w:val="24"/>
          <w:szCs w:val="24"/>
        </w:rPr>
        <w:t>e-mail: orolin@mpa-projektstav.cz</w:t>
      </w:r>
    </w:p>
    <w:p w14:paraId="159D3B35" w14:textId="4E82442C" w:rsidR="004F09FA" w:rsidRPr="00B372E8" w:rsidRDefault="004F09FA" w:rsidP="004F09FA">
      <w:pPr>
        <w:pStyle w:val="Bezmezer"/>
        <w:spacing w:line="276" w:lineRule="auto"/>
        <w:rPr>
          <w:sz w:val="24"/>
          <w:szCs w:val="24"/>
        </w:rPr>
      </w:pPr>
      <w:r w:rsidRPr="00B372E8">
        <w:rPr>
          <w:sz w:val="24"/>
          <w:szCs w:val="24"/>
        </w:rPr>
        <w:tab/>
      </w:r>
      <w:r w:rsidRPr="00B372E8">
        <w:rPr>
          <w:sz w:val="24"/>
          <w:szCs w:val="24"/>
        </w:rPr>
        <w:tab/>
      </w:r>
      <w:r w:rsidR="00A7622C">
        <w:rPr>
          <w:sz w:val="24"/>
          <w:szCs w:val="24"/>
        </w:rPr>
        <w:tab/>
      </w:r>
      <w:r w:rsidRPr="00B372E8">
        <w:rPr>
          <w:sz w:val="24"/>
          <w:szCs w:val="24"/>
        </w:rPr>
        <w:t>tel</w:t>
      </w:r>
      <w:r w:rsidRPr="00B372E8">
        <w:rPr>
          <w:spacing w:val="-3"/>
          <w:sz w:val="24"/>
          <w:szCs w:val="24"/>
        </w:rPr>
        <w:t>.: +420</w:t>
      </w:r>
      <w:r>
        <w:rPr>
          <w:spacing w:val="-3"/>
          <w:sz w:val="24"/>
          <w:szCs w:val="24"/>
        </w:rPr>
        <w:t> 774 582 266</w:t>
      </w:r>
    </w:p>
    <w:p w14:paraId="159D3B36" w14:textId="77777777" w:rsidR="004F09FA" w:rsidRPr="00B372E8" w:rsidRDefault="004F09FA" w:rsidP="004F09FA">
      <w:pPr>
        <w:pStyle w:val="Bezmezer"/>
        <w:spacing w:line="276" w:lineRule="auto"/>
        <w:rPr>
          <w:sz w:val="24"/>
          <w:szCs w:val="24"/>
        </w:rPr>
      </w:pPr>
    </w:p>
    <w:p w14:paraId="159D3B37" w14:textId="767E3CD3" w:rsidR="004F09FA" w:rsidRPr="00B372E8" w:rsidRDefault="004F09FA" w:rsidP="004F09FA">
      <w:pPr>
        <w:pStyle w:val="Bezmezer"/>
        <w:spacing w:line="276" w:lineRule="auto"/>
        <w:rPr>
          <w:sz w:val="24"/>
          <w:szCs w:val="24"/>
        </w:rPr>
      </w:pPr>
      <w:r w:rsidRPr="00B372E8">
        <w:rPr>
          <w:sz w:val="24"/>
          <w:szCs w:val="24"/>
        </w:rPr>
        <w:t xml:space="preserve">Vedoucí </w:t>
      </w:r>
      <w:r w:rsidRPr="00B372E8">
        <w:rPr>
          <w:sz w:val="24"/>
          <w:szCs w:val="24"/>
        </w:rPr>
        <w:tab/>
      </w:r>
      <w:r w:rsidR="00A7622C">
        <w:rPr>
          <w:sz w:val="24"/>
          <w:szCs w:val="24"/>
        </w:rPr>
        <w:tab/>
      </w:r>
      <w:r w:rsidRPr="00B372E8">
        <w:rPr>
          <w:sz w:val="24"/>
          <w:szCs w:val="24"/>
        </w:rPr>
        <w:t xml:space="preserve">Ing. </w:t>
      </w:r>
      <w:r>
        <w:rPr>
          <w:sz w:val="24"/>
          <w:szCs w:val="24"/>
        </w:rPr>
        <w:t>Vladimír Gřunděl</w:t>
      </w:r>
    </w:p>
    <w:p w14:paraId="159D3B38" w14:textId="63F0599F" w:rsidR="004F09FA" w:rsidRPr="00B372E8" w:rsidRDefault="004F09FA" w:rsidP="004F09FA">
      <w:pPr>
        <w:pStyle w:val="Bezmezer"/>
        <w:spacing w:line="276" w:lineRule="auto"/>
        <w:rPr>
          <w:sz w:val="24"/>
          <w:szCs w:val="24"/>
        </w:rPr>
      </w:pPr>
      <w:r w:rsidRPr="00B372E8">
        <w:rPr>
          <w:sz w:val="24"/>
          <w:szCs w:val="24"/>
        </w:rPr>
        <w:t xml:space="preserve">projektu: </w:t>
      </w:r>
      <w:r w:rsidRPr="00B372E8">
        <w:rPr>
          <w:sz w:val="24"/>
          <w:szCs w:val="24"/>
        </w:rPr>
        <w:tab/>
      </w:r>
      <w:r w:rsidR="00A7622C">
        <w:rPr>
          <w:sz w:val="24"/>
          <w:szCs w:val="24"/>
        </w:rPr>
        <w:tab/>
      </w:r>
      <w:r w:rsidRPr="00B372E8">
        <w:rPr>
          <w:sz w:val="24"/>
          <w:szCs w:val="24"/>
        </w:rPr>
        <w:t xml:space="preserve">e-mail: </w:t>
      </w:r>
      <w:r>
        <w:rPr>
          <w:sz w:val="24"/>
          <w:szCs w:val="24"/>
        </w:rPr>
        <w:t>grundel</w:t>
      </w:r>
      <w:r w:rsidRPr="00B372E8">
        <w:rPr>
          <w:spacing w:val="-3"/>
          <w:sz w:val="24"/>
          <w:szCs w:val="24"/>
        </w:rPr>
        <w:t>@mpa-projektstav.cz</w:t>
      </w:r>
      <w:r w:rsidRPr="00B372E8">
        <w:rPr>
          <w:sz w:val="24"/>
          <w:szCs w:val="24"/>
        </w:rPr>
        <w:t xml:space="preserve"> </w:t>
      </w:r>
    </w:p>
    <w:p w14:paraId="159D3B39" w14:textId="77777777" w:rsidR="004F09FA" w:rsidRPr="00B372E8" w:rsidRDefault="004F09FA" w:rsidP="00A7622C">
      <w:pPr>
        <w:pStyle w:val="Bezmezer"/>
        <w:spacing w:line="276" w:lineRule="auto"/>
        <w:ind w:left="1416" w:firstLine="708"/>
        <w:rPr>
          <w:sz w:val="24"/>
          <w:szCs w:val="24"/>
        </w:rPr>
      </w:pPr>
      <w:r w:rsidRPr="00B372E8">
        <w:rPr>
          <w:sz w:val="24"/>
          <w:szCs w:val="24"/>
        </w:rPr>
        <w:t>tel.: +420</w:t>
      </w:r>
      <w:r>
        <w:rPr>
          <w:sz w:val="24"/>
          <w:szCs w:val="24"/>
        </w:rPr>
        <w:t> 775 682 266</w:t>
      </w:r>
    </w:p>
    <w:p w14:paraId="159D3B3A" w14:textId="77777777" w:rsidR="004F09FA" w:rsidRPr="00B372E8" w:rsidRDefault="004F09FA" w:rsidP="004F09FA">
      <w:pPr>
        <w:pStyle w:val="Bezmezer"/>
        <w:spacing w:line="276" w:lineRule="auto"/>
        <w:rPr>
          <w:sz w:val="24"/>
          <w:szCs w:val="24"/>
        </w:rPr>
      </w:pPr>
    </w:p>
    <w:p w14:paraId="159D3B3B" w14:textId="1E470E80" w:rsidR="004F09FA" w:rsidRPr="00B372E8" w:rsidRDefault="004F09FA" w:rsidP="004F09FA">
      <w:pPr>
        <w:pStyle w:val="Bezmezer"/>
        <w:spacing w:line="276" w:lineRule="auto"/>
        <w:rPr>
          <w:sz w:val="24"/>
          <w:szCs w:val="24"/>
        </w:rPr>
      </w:pPr>
      <w:r w:rsidRPr="00B372E8">
        <w:rPr>
          <w:sz w:val="24"/>
          <w:szCs w:val="24"/>
        </w:rPr>
        <w:t xml:space="preserve">Zodpovědný </w:t>
      </w:r>
      <w:r w:rsidRPr="00B372E8">
        <w:rPr>
          <w:sz w:val="24"/>
          <w:szCs w:val="24"/>
        </w:rPr>
        <w:tab/>
      </w:r>
      <w:r w:rsidR="00A7622C">
        <w:rPr>
          <w:sz w:val="24"/>
          <w:szCs w:val="24"/>
        </w:rPr>
        <w:tab/>
      </w:r>
      <w:r w:rsidRPr="00B372E8">
        <w:rPr>
          <w:sz w:val="24"/>
          <w:szCs w:val="24"/>
        </w:rPr>
        <w:t xml:space="preserve">Ing. </w:t>
      </w:r>
      <w:r>
        <w:rPr>
          <w:sz w:val="24"/>
          <w:szCs w:val="24"/>
        </w:rPr>
        <w:t>Pavel Matějek</w:t>
      </w:r>
    </w:p>
    <w:p w14:paraId="159D3B3C" w14:textId="16495F1E" w:rsidR="004F09FA" w:rsidRPr="00B372E8" w:rsidRDefault="004F09FA" w:rsidP="004F09FA">
      <w:pPr>
        <w:pStyle w:val="Bezmezer"/>
        <w:spacing w:line="276" w:lineRule="auto"/>
        <w:rPr>
          <w:sz w:val="24"/>
          <w:szCs w:val="24"/>
        </w:rPr>
      </w:pPr>
      <w:r w:rsidRPr="00B372E8">
        <w:rPr>
          <w:sz w:val="24"/>
          <w:szCs w:val="24"/>
        </w:rPr>
        <w:t>projekt</w:t>
      </w:r>
      <w:r w:rsidR="00A7622C">
        <w:rPr>
          <w:sz w:val="24"/>
          <w:szCs w:val="24"/>
        </w:rPr>
        <w:t>u</w:t>
      </w:r>
      <w:r w:rsidRPr="00B372E8">
        <w:rPr>
          <w:sz w:val="24"/>
          <w:szCs w:val="24"/>
        </w:rPr>
        <w:t xml:space="preserve">: </w:t>
      </w:r>
      <w:r w:rsidRPr="00B372E8">
        <w:rPr>
          <w:sz w:val="24"/>
          <w:szCs w:val="24"/>
        </w:rPr>
        <w:tab/>
      </w:r>
      <w:r w:rsidR="00A7622C">
        <w:rPr>
          <w:sz w:val="24"/>
          <w:szCs w:val="24"/>
        </w:rPr>
        <w:tab/>
      </w:r>
      <w:r w:rsidRPr="00B372E8">
        <w:rPr>
          <w:sz w:val="24"/>
          <w:szCs w:val="24"/>
        </w:rPr>
        <w:t xml:space="preserve">e-mail: </w:t>
      </w:r>
      <w:r>
        <w:rPr>
          <w:sz w:val="24"/>
          <w:szCs w:val="24"/>
        </w:rPr>
        <w:t>matejek</w:t>
      </w:r>
      <w:r w:rsidRPr="00B372E8">
        <w:rPr>
          <w:spacing w:val="-3"/>
          <w:sz w:val="24"/>
          <w:szCs w:val="24"/>
        </w:rPr>
        <w:t>@mpa-projektstav.cz</w:t>
      </w:r>
      <w:r w:rsidRPr="00B372E8">
        <w:rPr>
          <w:sz w:val="24"/>
          <w:szCs w:val="24"/>
        </w:rPr>
        <w:t xml:space="preserve"> </w:t>
      </w:r>
    </w:p>
    <w:p w14:paraId="159D3B3D" w14:textId="77777777" w:rsidR="004F09FA" w:rsidRPr="00B372E8" w:rsidRDefault="004F09FA" w:rsidP="00A7622C">
      <w:pPr>
        <w:pStyle w:val="Bezmezer"/>
        <w:spacing w:line="276" w:lineRule="auto"/>
        <w:ind w:left="1416" w:firstLine="708"/>
        <w:rPr>
          <w:sz w:val="24"/>
          <w:szCs w:val="24"/>
        </w:rPr>
      </w:pPr>
      <w:r w:rsidRPr="00B372E8">
        <w:rPr>
          <w:sz w:val="24"/>
          <w:szCs w:val="24"/>
        </w:rPr>
        <w:t>tel.: +420</w:t>
      </w:r>
      <w:r>
        <w:rPr>
          <w:sz w:val="24"/>
          <w:szCs w:val="24"/>
        </w:rPr>
        <w:t> </w:t>
      </w:r>
      <w:r w:rsidRPr="00B372E8">
        <w:rPr>
          <w:sz w:val="24"/>
          <w:szCs w:val="24"/>
        </w:rPr>
        <w:t>77</w:t>
      </w:r>
      <w:r>
        <w:rPr>
          <w:sz w:val="24"/>
          <w:szCs w:val="24"/>
        </w:rPr>
        <w:t>5 890 870</w:t>
      </w:r>
    </w:p>
    <w:p w14:paraId="159D3B3E" w14:textId="77777777" w:rsidR="002B5F3F" w:rsidRPr="002B5F3F" w:rsidRDefault="002B5F3F" w:rsidP="002B5F3F"/>
    <w:p w14:paraId="159D3B3F" w14:textId="77777777" w:rsidR="00E33CD8" w:rsidRPr="00B372E8" w:rsidRDefault="00E33CD8" w:rsidP="00E33CD8">
      <w:pPr>
        <w:pStyle w:val="Nadpis6"/>
        <w:spacing w:after="120"/>
        <w:jc w:val="both"/>
        <w:rPr>
          <w:rFonts w:ascii="Arial" w:hAnsi="Arial" w:cs="Arial"/>
          <w:sz w:val="28"/>
          <w:szCs w:val="28"/>
        </w:rPr>
      </w:pPr>
      <w:r w:rsidRPr="00B372E8">
        <w:rPr>
          <w:rFonts w:ascii="Arial" w:hAnsi="Arial" w:cs="Arial"/>
          <w:sz w:val="28"/>
          <w:szCs w:val="28"/>
        </w:rPr>
        <w:t>A.2 Členění stavby na objekty a technická a technologická zařízení</w:t>
      </w:r>
    </w:p>
    <w:p w14:paraId="159D3B45" w14:textId="528F4B5E" w:rsidR="002C6F5D" w:rsidRPr="00FB0DFD" w:rsidRDefault="009C54D3" w:rsidP="00FB0DFD">
      <w:pPr>
        <w:ind w:firstLine="708"/>
        <w:jc w:val="both"/>
        <w:rPr>
          <w:rFonts w:ascii="Arial" w:hAnsi="Arial" w:cs="Arial"/>
        </w:rPr>
      </w:pPr>
      <w:bookmarkStart w:id="3" w:name="_Hlk58849890"/>
      <w:r>
        <w:rPr>
          <w:rFonts w:ascii="Arial" w:hAnsi="Arial" w:cs="Arial"/>
        </w:rPr>
        <w:t xml:space="preserve">Jedná se o </w:t>
      </w:r>
      <w:r w:rsidR="00923FC4">
        <w:rPr>
          <w:rFonts w:ascii="Arial" w:hAnsi="Arial" w:cs="Arial"/>
        </w:rPr>
        <w:t xml:space="preserve">vnitřní stavební </w:t>
      </w:r>
      <w:r w:rsidR="00867DBE">
        <w:rPr>
          <w:rFonts w:ascii="Arial" w:hAnsi="Arial" w:cs="Arial"/>
        </w:rPr>
        <w:t xml:space="preserve">úpravy, výměnu vnitřních dveří, </w:t>
      </w:r>
      <w:r w:rsidR="00123513">
        <w:rPr>
          <w:rFonts w:ascii="Arial" w:hAnsi="Arial" w:cs="Arial"/>
        </w:rPr>
        <w:t>opravu omítek a podlah</w:t>
      </w:r>
      <w:r w:rsidR="00FB0DFD">
        <w:rPr>
          <w:rFonts w:ascii="Arial" w:hAnsi="Arial" w:cs="Arial"/>
        </w:rPr>
        <w:t>.</w:t>
      </w:r>
      <w:bookmarkEnd w:id="3"/>
    </w:p>
    <w:p w14:paraId="159D3B46" w14:textId="77777777" w:rsidR="003C21B1" w:rsidRPr="00B372E8" w:rsidRDefault="003C21B1" w:rsidP="003C21B1">
      <w:pPr>
        <w:pStyle w:val="Nadpis6"/>
        <w:spacing w:after="120"/>
        <w:jc w:val="both"/>
        <w:rPr>
          <w:rFonts w:ascii="Arial" w:hAnsi="Arial" w:cs="Arial"/>
          <w:sz w:val="28"/>
          <w:szCs w:val="28"/>
        </w:rPr>
      </w:pPr>
      <w:r w:rsidRPr="00B372E8">
        <w:rPr>
          <w:rFonts w:ascii="Arial" w:hAnsi="Arial" w:cs="Arial"/>
          <w:sz w:val="28"/>
          <w:szCs w:val="28"/>
        </w:rPr>
        <w:t>A.</w:t>
      </w:r>
      <w:r w:rsidR="00E33CD8" w:rsidRPr="00B372E8">
        <w:rPr>
          <w:rFonts w:ascii="Arial" w:hAnsi="Arial" w:cs="Arial"/>
          <w:sz w:val="28"/>
          <w:szCs w:val="28"/>
        </w:rPr>
        <w:t>3</w:t>
      </w:r>
      <w:r w:rsidRPr="00B372E8">
        <w:rPr>
          <w:rFonts w:ascii="Arial" w:hAnsi="Arial" w:cs="Arial"/>
          <w:sz w:val="28"/>
          <w:szCs w:val="28"/>
        </w:rPr>
        <w:t xml:space="preserve"> Seznam vstupních podkladů</w:t>
      </w:r>
    </w:p>
    <w:p w14:paraId="159D3B47" w14:textId="77777777" w:rsidR="002B5F3F" w:rsidRPr="002B5F3F" w:rsidRDefault="002B5F3F" w:rsidP="002B5F3F">
      <w:pPr>
        <w:shd w:val="clear" w:color="auto" w:fill="FFFFFF"/>
        <w:spacing w:before="240" w:after="240" w:line="293" w:lineRule="exact"/>
        <w:ind w:left="142"/>
        <w:rPr>
          <w:rFonts w:ascii="Arial" w:hAnsi="Arial" w:cs="Arial"/>
          <w:b/>
        </w:rPr>
      </w:pPr>
      <w:r w:rsidRPr="002B5F3F">
        <w:rPr>
          <w:rFonts w:ascii="Arial" w:hAnsi="Arial" w:cs="Arial"/>
          <w:b/>
          <w:spacing w:val="-1"/>
        </w:rPr>
        <w:t>Mapové podklady:</w:t>
      </w:r>
    </w:p>
    <w:p w14:paraId="159D3B48" w14:textId="77777777" w:rsidR="002B5F3F" w:rsidRDefault="002B5F3F" w:rsidP="002B5F3F">
      <w:pPr>
        <w:widowControl w:val="0"/>
        <w:numPr>
          <w:ilvl w:val="0"/>
          <w:numId w:val="4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93" w:lineRule="exact"/>
        <w:ind w:left="851" w:hanging="720"/>
        <w:rPr>
          <w:rFonts w:ascii="Arial" w:hAnsi="Arial" w:cs="Arial"/>
        </w:rPr>
      </w:pPr>
      <w:r w:rsidRPr="002B5F3F">
        <w:rPr>
          <w:rFonts w:ascii="Arial" w:hAnsi="Arial" w:cs="Arial"/>
        </w:rPr>
        <w:t>katastrální mapa 1:250, 1:1000; 1:8000</w:t>
      </w:r>
    </w:p>
    <w:p w14:paraId="55C8F722" w14:textId="77777777" w:rsidR="00FB0DFD" w:rsidRPr="002B5F3F" w:rsidRDefault="00FB0DFD" w:rsidP="002B5F3F">
      <w:pPr>
        <w:widowControl w:val="0"/>
        <w:numPr>
          <w:ilvl w:val="0"/>
          <w:numId w:val="4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93" w:lineRule="exact"/>
        <w:ind w:left="851" w:hanging="720"/>
        <w:rPr>
          <w:rFonts w:ascii="Arial" w:hAnsi="Arial" w:cs="Arial"/>
        </w:rPr>
      </w:pPr>
    </w:p>
    <w:p w14:paraId="159D3B49" w14:textId="77777777" w:rsidR="002B5F3F" w:rsidRPr="002B5F3F" w:rsidRDefault="002B5F3F" w:rsidP="002B5F3F">
      <w:pPr>
        <w:shd w:val="clear" w:color="auto" w:fill="FFFFFF"/>
        <w:spacing w:before="278" w:after="240" w:line="293" w:lineRule="exact"/>
        <w:ind w:left="142"/>
        <w:rPr>
          <w:rFonts w:ascii="Arial" w:hAnsi="Arial" w:cs="Arial"/>
          <w:b/>
        </w:rPr>
      </w:pPr>
      <w:r w:rsidRPr="002B5F3F">
        <w:rPr>
          <w:rFonts w:ascii="Arial" w:hAnsi="Arial" w:cs="Arial"/>
          <w:b/>
        </w:rPr>
        <w:lastRenderedPageBreak/>
        <w:t>Ostatní podklady:</w:t>
      </w:r>
    </w:p>
    <w:p w14:paraId="159D3B4A" w14:textId="77777777" w:rsidR="002B5F3F" w:rsidRPr="002B5F3F" w:rsidRDefault="002B5F3F" w:rsidP="002B5F3F">
      <w:pPr>
        <w:widowControl w:val="0"/>
        <w:numPr>
          <w:ilvl w:val="0"/>
          <w:numId w:val="46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spacing w:line="276" w:lineRule="auto"/>
        <w:ind w:left="426" w:hanging="284"/>
        <w:rPr>
          <w:rFonts w:ascii="Arial" w:hAnsi="Arial" w:cs="Arial"/>
        </w:rPr>
      </w:pPr>
      <w:r w:rsidRPr="002B5F3F">
        <w:rPr>
          <w:rFonts w:ascii="Arial" w:hAnsi="Arial" w:cs="Arial"/>
        </w:rPr>
        <w:t>vlastní průzkumy, zaměření a fotodokumentace;</w:t>
      </w:r>
    </w:p>
    <w:p w14:paraId="159D3B4B" w14:textId="77777777" w:rsidR="002B5F3F" w:rsidRPr="00B51DE2" w:rsidRDefault="002B5F3F" w:rsidP="00B51DE2">
      <w:pPr>
        <w:widowControl w:val="0"/>
        <w:numPr>
          <w:ilvl w:val="0"/>
          <w:numId w:val="46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6" w:lineRule="auto"/>
        <w:ind w:hanging="720"/>
        <w:rPr>
          <w:rFonts w:ascii="Arial" w:hAnsi="Arial" w:cs="Arial"/>
        </w:rPr>
      </w:pPr>
      <w:r w:rsidRPr="002B5F3F">
        <w:rPr>
          <w:rFonts w:ascii="Arial" w:hAnsi="Arial" w:cs="Arial"/>
        </w:rPr>
        <w:t>požadavky stavebníka;</w:t>
      </w:r>
    </w:p>
    <w:p w14:paraId="159D3B4C" w14:textId="77777777" w:rsidR="002B5F3F" w:rsidRPr="002B5F3F" w:rsidRDefault="002B5F3F" w:rsidP="002B5F3F">
      <w:pPr>
        <w:pStyle w:val="Odstavecseseznamem"/>
        <w:widowControl w:val="0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contextualSpacing/>
        <w:jc w:val="both"/>
        <w:rPr>
          <w:rFonts w:ascii="Arial" w:hAnsi="Arial" w:cs="Arial"/>
        </w:rPr>
      </w:pPr>
      <w:r w:rsidRPr="002B5F3F">
        <w:rPr>
          <w:rFonts w:ascii="Arial" w:hAnsi="Arial" w:cs="Arial"/>
        </w:rPr>
        <w:t>zákon č. 183/2006 Sb., o územním plánování a stavebním řádu (stavební zákon), ve znění pozdějšího zákona č. 225/2017;</w:t>
      </w:r>
    </w:p>
    <w:p w14:paraId="159D3B4D" w14:textId="77777777" w:rsidR="002B5F3F" w:rsidRPr="002B5F3F" w:rsidRDefault="002B5F3F" w:rsidP="002B5F3F">
      <w:pPr>
        <w:pStyle w:val="Odstavecseseznamem"/>
        <w:widowControl w:val="0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contextualSpacing/>
        <w:jc w:val="both"/>
        <w:rPr>
          <w:rFonts w:ascii="Arial" w:hAnsi="Arial" w:cs="Arial"/>
        </w:rPr>
      </w:pPr>
      <w:r w:rsidRPr="002B5F3F">
        <w:rPr>
          <w:rFonts w:ascii="Arial" w:hAnsi="Arial" w:cs="Arial"/>
        </w:rPr>
        <w:t xml:space="preserve">vyhláška č. 501/2006 Sb., o obecných požadavcích na využívání území, v platném znění, </w:t>
      </w:r>
      <w:r w:rsidRPr="002B5F3F">
        <w:rPr>
          <w:rFonts w:ascii="Arial" w:hAnsi="Arial" w:cs="Arial"/>
        </w:rPr>
        <w:br/>
        <w:t>ve znění vyhlášek: 269/2009 Sb., 22/2010 Sb., 20/2011 Sb.,431/2012 Sb.</w:t>
      </w:r>
    </w:p>
    <w:p w14:paraId="159D3B4E" w14:textId="77777777" w:rsidR="002B5F3F" w:rsidRPr="002B5F3F" w:rsidRDefault="002B5F3F" w:rsidP="002B5F3F">
      <w:pPr>
        <w:pStyle w:val="Odstavecseseznamem"/>
        <w:widowControl w:val="0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contextualSpacing/>
        <w:jc w:val="both"/>
        <w:rPr>
          <w:rFonts w:ascii="Arial" w:hAnsi="Arial" w:cs="Arial"/>
        </w:rPr>
      </w:pPr>
      <w:r w:rsidRPr="002B5F3F">
        <w:rPr>
          <w:rFonts w:ascii="Arial" w:hAnsi="Arial" w:cs="Arial"/>
        </w:rPr>
        <w:t xml:space="preserve">vyhláška č. 503/2006 Sb., o podrobnější úpravě územního rozhodování, územního opatření </w:t>
      </w:r>
      <w:r w:rsidRPr="002B5F3F">
        <w:rPr>
          <w:rFonts w:ascii="Arial" w:hAnsi="Arial" w:cs="Arial"/>
        </w:rPr>
        <w:br/>
        <w:t>a stavebního řádu, ve znění vyhlášky č. 63/2013 Sb.</w:t>
      </w:r>
    </w:p>
    <w:p w14:paraId="159D3B4F" w14:textId="77777777" w:rsidR="002B5F3F" w:rsidRPr="002B5F3F" w:rsidRDefault="002B5F3F" w:rsidP="002B5F3F">
      <w:pPr>
        <w:pStyle w:val="Odstavecseseznamem"/>
        <w:widowControl w:val="0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hanging="720"/>
        <w:contextualSpacing/>
        <w:jc w:val="both"/>
        <w:rPr>
          <w:rFonts w:ascii="Arial" w:hAnsi="Arial" w:cs="Arial"/>
        </w:rPr>
      </w:pPr>
      <w:r w:rsidRPr="002B5F3F">
        <w:rPr>
          <w:rFonts w:ascii="Arial" w:hAnsi="Arial" w:cs="Arial"/>
        </w:rPr>
        <w:t>vyhláška č. 268/2009 Sb., o technických požadavcích na stavby,</w:t>
      </w:r>
      <w:r w:rsidR="0067031C">
        <w:rPr>
          <w:rFonts w:ascii="Arial" w:hAnsi="Arial" w:cs="Arial"/>
        </w:rPr>
        <w:t xml:space="preserve"> </w:t>
      </w:r>
      <w:r w:rsidRPr="002B5F3F">
        <w:rPr>
          <w:rFonts w:ascii="Arial" w:hAnsi="Arial" w:cs="Arial"/>
        </w:rPr>
        <w:t>ve znění vyhlášky č. 20/2012 Sb.</w:t>
      </w:r>
    </w:p>
    <w:p w14:paraId="159D3B50" w14:textId="77777777" w:rsidR="002B5F3F" w:rsidRPr="002B5F3F" w:rsidRDefault="002B5F3F" w:rsidP="002B5F3F">
      <w:pPr>
        <w:pStyle w:val="Odstavecseseznamem"/>
        <w:widowControl w:val="0"/>
        <w:numPr>
          <w:ilvl w:val="0"/>
          <w:numId w:val="46"/>
        </w:numPr>
        <w:tabs>
          <w:tab w:val="left" w:pos="426"/>
        </w:tabs>
        <w:autoSpaceDE w:val="0"/>
        <w:autoSpaceDN w:val="0"/>
        <w:adjustRightInd w:val="0"/>
        <w:spacing w:line="276" w:lineRule="auto"/>
        <w:ind w:left="426" w:hanging="284"/>
        <w:contextualSpacing/>
        <w:jc w:val="both"/>
        <w:rPr>
          <w:rFonts w:ascii="Arial" w:hAnsi="Arial" w:cs="Arial"/>
        </w:rPr>
      </w:pPr>
      <w:r w:rsidRPr="002B5F3F">
        <w:rPr>
          <w:rFonts w:ascii="Arial" w:hAnsi="Arial" w:cs="Arial"/>
        </w:rPr>
        <w:t xml:space="preserve">vyhláška č. 499/2006 Sb., o dokumentaci staveb, ve znění pozdějších vyhlášek </w:t>
      </w:r>
      <w:r w:rsidRPr="002B5F3F">
        <w:rPr>
          <w:rFonts w:ascii="Arial" w:hAnsi="Arial" w:cs="Arial"/>
          <w:bCs/>
          <w:color w:val="231F20"/>
          <w:szCs w:val="18"/>
        </w:rPr>
        <w:t xml:space="preserve">č. 62/2013Sb., </w:t>
      </w:r>
      <w:r w:rsidRPr="002B5F3F">
        <w:rPr>
          <w:rFonts w:ascii="Arial" w:hAnsi="Arial" w:cs="Arial"/>
          <w:bCs/>
          <w:color w:val="231F20"/>
          <w:szCs w:val="18"/>
        </w:rPr>
        <w:br/>
        <w:t>a vyhláška č. 169/2016 Sb.</w:t>
      </w:r>
      <w:r w:rsidRPr="002B5F3F">
        <w:rPr>
          <w:rFonts w:ascii="Arial" w:hAnsi="Arial" w:cs="Arial"/>
          <w:sz w:val="22"/>
        </w:rPr>
        <w:t xml:space="preserve"> </w:t>
      </w:r>
      <w:r w:rsidRPr="002B5F3F">
        <w:rPr>
          <w:rFonts w:ascii="Arial" w:hAnsi="Arial" w:cs="Arial"/>
        </w:rPr>
        <w:t>a č.405/2017 Sb.</w:t>
      </w:r>
    </w:p>
    <w:p w14:paraId="159D3B51" w14:textId="77777777" w:rsidR="00BD29C5" w:rsidRPr="00B372E8" w:rsidRDefault="00BD29C5" w:rsidP="00BD29C5">
      <w:pPr>
        <w:ind w:left="720" w:right="-2"/>
        <w:jc w:val="both"/>
        <w:rPr>
          <w:rFonts w:ascii="Arial" w:hAnsi="Arial" w:cs="Arial"/>
        </w:rPr>
      </w:pPr>
    </w:p>
    <w:p w14:paraId="159D3B52" w14:textId="77777777" w:rsidR="00E141C0" w:rsidRPr="00B372E8" w:rsidRDefault="00E141C0" w:rsidP="00FA5B9E">
      <w:pPr>
        <w:jc w:val="both"/>
        <w:rPr>
          <w:rFonts w:ascii="Arial" w:hAnsi="Arial" w:cs="Arial"/>
        </w:rPr>
      </w:pPr>
    </w:p>
    <w:p w14:paraId="159D3B53" w14:textId="77777777" w:rsidR="0061655F" w:rsidRPr="00B372E8" w:rsidRDefault="0061655F" w:rsidP="00FA5B9E">
      <w:pPr>
        <w:jc w:val="both"/>
        <w:rPr>
          <w:rFonts w:ascii="Arial" w:hAnsi="Arial" w:cs="Arial"/>
        </w:rPr>
      </w:pPr>
    </w:p>
    <w:p w14:paraId="159D3B54" w14:textId="77777777" w:rsidR="005E6553" w:rsidRPr="00B372E8" w:rsidRDefault="005E6553" w:rsidP="00FA5B9E">
      <w:pPr>
        <w:jc w:val="both"/>
        <w:rPr>
          <w:rFonts w:ascii="Arial" w:hAnsi="Arial" w:cs="Arial"/>
        </w:rPr>
      </w:pPr>
    </w:p>
    <w:p w14:paraId="159D3B55" w14:textId="77777777" w:rsidR="005E6553" w:rsidRPr="00B372E8" w:rsidRDefault="005E6553" w:rsidP="00FA5B9E">
      <w:pPr>
        <w:jc w:val="both"/>
        <w:rPr>
          <w:rFonts w:ascii="Arial" w:hAnsi="Arial" w:cs="Arial"/>
        </w:rPr>
      </w:pPr>
    </w:p>
    <w:p w14:paraId="159D3B56" w14:textId="77777777" w:rsidR="008667C6" w:rsidRDefault="008667C6" w:rsidP="00B51DE2">
      <w:pPr>
        <w:rPr>
          <w:rFonts w:ascii="Arial" w:hAnsi="Arial" w:cs="Arial"/>
        </w:rPr>
      </w:pPr>
    </w:p>
    <w:p w14:paraId="159D3B57" w14:textId="77777777" w:rsidR="00B51DE2" w:rsidRDefault="00B51DE2" w:rsidP="00B51DE2">
      <w:pPr>
        <w:rPr>
          <w:rFonts w:ascii="Arial" w:hAnsi="Arial" w:cs="Arial"/>
        </w:rPr>
      </w:pPr>
    </w:p>
    <w:p w14:paraId="159D3B58" w14:textId="77777777" w:rsidR="00B51DE2" w:rsidRDefault="00B51DE2" w:rsidP="00B51DE2">
      <w:pPr>
        <w:rPr>
          <w:rFonts w:ascii="Arial" w:hAnsi="Arial" w:cs="Arial"/>
        </w:rPr>
      </w:pPr>
    </w:p>
    <w:p w14:paraId="159D3B59" w14:textId="77777777" w:rsidR="00B51DE2" w:rsidRDefault="00B51DE2" w:rsidP="00B51DE2">
      <w:pPr>
        <w:rPr>
          <w:rFonts w:ascii="Arial" w:hAnsi="Arial" w:cs="Arial"/>
        </w:rPr>
      </w:pPr>
    </w:p>
    <w:p w14:paraId="159D3B5A" w14:textId="77777777" w:rsidR="00B51DE2" w:rsidRDefault="00B51DE2" w:rsidP="00B51DE2">
      <w:pPr>
        <w:rPr>
          <w:rFonts w:ascii="Arial" w:hAnsi="Arial" w:cs="Arial"/>
        </w:rPr>
      </w:pPr>
    </w:p>
    <w:p w14:paraId="159D3B5B" w14:textId="77777777" w:rsidR="00B51DE2" w:rsidRDefault="00B51DE2" w:rsidP="00B51DE2">
      <w:pPr>
        <w:rPr>
          <w:rFonts w:ascii="Arial" w:hAnsi="Arial" w:cs="Arial"/>
        </w:rPr>
      </w:pPr>
    </w:p>
    <w:p w14:paraId="159D3B5C" w14:textId="77777777" w:rsidR="00B51DE2" w:rsidRDefault="00B51DE2" w:rsidP="00B51DE2">
      <w:pPr>
        <w:rPr>
          <w:rFonts w:ascii="Arial" w:hAnsi="Arial" w:cs="Arial"/>
        </w:rPr>
      </w:pPr>
    </w:p>
    <w:p w14:paraId="159D3B5D" w14:textId="77777777" w:rsidR="00B51DE2" w:rsidRDefault="00B51DE2" w:rsidP="00B51DE2">
      <w:pPr>
        <w:rPr>
          <w:rFonts w:ascii="Arial" w:hAnsi="Arial" w:cs="Arial"/>
        </w:rPr>
      </w:pPr>
    </w:p>
    <w:p w14:paraId="159D3B5E" w14:textId="77777777" w:rsidR="00B51DE2" w:rsidRDefault="00B51DE2" w:rsidP="00B51DE2">
      <w:pPr>
        <w:rPr>
          <w:rFonts w:ascii="Arial" w:hAnsi="Arial" w:cs="Arial"/>
        </w:rPr>
      </w:pPr>
    </w:p>
    <w:p w14:paraId="159D3B5F" w14:textId="77777777" w:rsidR="00B51DE2" w:rsidRDefault="00B51DE2" w:rsidP="00B51DE2">
      <w:pPr>
        <w:rPr>
          <w:rFonts w:ascii="Arial" w:hAnsi="Arial" w:cs="Arial"/>
        </w:rPr>
      </w:pPr>
    </w:p>
    <w:p w14:paraId="159D3B60" w14:textId="77777777" w:rsidR="00B51DE2" w:rsidRDefault="00B51DE2" w:rsidP="00B51DE2">
      <w:pPr>
        <w:rPr>
          <w:rFonts w:ascii="Arial" w:hAnsi="Arial" w:cs="Arial"/>
        </w:rPr>
      </w:pPr>
    </w:p>
    <w:p w14:paraId="159D3B61" w14:textId="77777777" w:rsidR="00B51DE2" w:rsidRDefault="00B51DE2" w:rsidP="00B51DE2">
      <w:pPr>
        <w:rPr>
          <w:rFonts w:ascii="Arial" w:hAnsi="Arial" w:cs="Arial"/>
        </w:rPr>
      </w:pPr>
    </w:p>
    <w:p w14:paraId="159D3B62" w14:textId="77777777" w:rsidR="00B51DE2" w:rsidRDefault="00B51DE2" w:rsidP="00B51DE2">
      <w:pPr>
        <w:rPr>
          <w:rFonts w:ascii="Arial" w:hAnsi="Arial" w:cs="Arial"/>
        </w:rPr>
      </w:pPr>
    </w:p>
    <w:p w14:paraId="159D3B63" w14:textId="77777777" w:rsidR="00B51DE2" w:rsidRDefault="00B51DE2" w:rsidP="00B51DE2">
      <w:pPr>
        <w:rPr>
          <w:rFonts w:ascii="Arial" w:hAnsi="Arial" w:cs="Arial"/>
        </w:rPr>
      </w:pPr>
    </w:p>
    <w:p w14:paraId="159D3B64" w14:textId="77777777" w:rsidR="00B51DE2" w:rsidRDefault="00B51DE2" w:rsidP="00B51DE2">
      <w:pPr>
        <w:rPr>
          <w:rFonts w:ascii="Arial" w:hAnsi="Arial" w:cs="Arial"/>
        </w:rPr>
      </w:pPr>
    </w:p>
    <w:p w14:paraId="159D3B65" w14:textId="77777777" w:rsidR="00B51DE2" w:rsidRDefault="00B51DE2" w:rsidP="00B51DE2">
      <w:pPr>
        <w:rPr>
          <w:rFonts w:ascii="Arial" w:hAnsi="Arial" w:cs="Arial"/>
        </w:rPr>
      </w:pPr>
    </w:p>
    <w:p w14:paraId="159D3B66" w14:textId="77777777" w:rsidR="00B51DE2" w:rsidRDefault="00B51DE2" w:rsidP="00B51DE2">
      <w:pPr>
        <w:rPr>
          <w:rFonts w:ascii="Arial" w:hAnsi="Arial" w:cs="Arial"/>
        </w:rPr>
      </w:pPr>
    </w:p>
    <w:p w14:paraId="1C708510" w14:textId="77777777" w:rsidR="00FB0DFD" w:rsidRDefault="00FB0DFD" w:rsidP="00B51DE2">
      <w:pPr>
        <w:rPr>
          <w:rFonts w:ascii="Arial" w:hAnsi="Arial" w:cs="Arial"/>
        </w:rPr>
      </w:pPr>
    </w:p>
    <w:p w14:paraId="4F9CA180" w14:textId="77777777" w:rsidR="00FB0DFD" w:rsidRDefault="00FB0DFD" w:rsidP="00B51DE2">
      <w:pPr>
        <w:rPr>
          <w:rFonts w:ascii="Arial" w:hAnsi="Arial" w:cs="Arial"/>
        </w:rPr>
      </w:pPr>
    </w:p>
    <w:p w14:paraId="7D760D3C" w14:textId="77777777" w:rsidR="00FB0DFD" w:rsidRDefault="00FB0DFD" w:rsidP="00B51DE2">
      <w:pPr>
        <w:rPr>
          <w:rFonts w:ascii="Arial" w:hAnsi="Arial" w:cs="Arial"/>
        </w:rPr>
      </w:pPr>
    </w:p>
    <w:p w14:paraId="1337FF0B" w14:textId="77777777" w:rsidR="00FB0DFD" w:rsidRDefault="00FB0DFD" w:rsidP="00B51DE2">
      <w:pPr>
        <w:rPr>
          <w:rFonts w:ascii="Arial" w:hAnsi="Arial" w:cs="Arial"/>
        </w:rPr>
      </w:pPr>
    </w:p>
    <w:p w14:paraId="3E866DFC" w14:textId="77777777" w:rsidR="00FB0DFD" w:rsidRDefault="00FB0DFD" w:rsidP="00B51DE2">
      <w:pPr>
        <w:rPr>
          <w:rFonts w:ascii="Arial" w:hAnsi="Arial" w:cs="Arial"/>
        </w:rPr>
      </w:pPr>
    </w:p>
    <w:p w14:paraId="284FEB75" w14:textId="77777777" w:rsidR="00FB0DFD" w:rsidRDefault="00FB0DFD" w:rsidP="00B51DE2">
      <w:pPr>
        <w:rPr>
          <w:rFonts w:ascii="Arial" w:hAnsi="Arial" w:cs="Arial"/>
        </w:rPr>
      </w:pPr>
    </w:p>
    <w:p w14:paraId="0DCD4005" w14:textId="77777777" w:rsidR="00FB0DFD" w:rsidRDefault="00FB0DFD" w:rsidP="00B51DE2">
      <w:pPr>
        <w:rPr>
          <w:rFonts w:ascii="Arial" w:hAnsi="Arial" w:cs="Arial"/>
        </w:rPr>
      </w:pPr>
    </w:p>
    <w:p w14:paraId="159D3B67" w14:textId="77777777" w:rsidR="00B51DE2" w:rsidRDefault="00B51DE2" w:rsidP="00B51DE2">
      <w:pPr>
        <w:rPr>
          <w:rFonts w:ascii="Arial" w:hAnsi="Arial" w:cs="Arial"/>
        </w:rPr>
      </w:pPr>
    </w:p>
    <w:p w14:paraId="159D3B68" w14:textId="2E03AD90" w:rsidR="00B51DE2" w:rsidRPr="00B372E8" w:rsidRDefault="00B51DE2" w:rsidP="00B51DE2">
      <w:pPr>
        <w:rPr>
          <w:rFonts w:ascii="Arial" w:hAnsi="Arial" w:cs="Arial"/>
        </w:rPr>
      </w:pPr>
      <w:r>
        <w:rPr>
          <w:rFonts w:ascii="Arial" w:hAnsi="Arial" w:cs="Arial"/>
        </w:rPr>
        <w:t xml:space="preserve">V Ostravě, </w:t>
      </w:r>
      <w:r w:rsidR="00FB0DFD">
        <w:rPr>
          <w:rFonts w:ascii="Arial" w:hAnsi="Arial" w:cs="Arial"/>
        </w:rPr>
        <w:t>2</w:t>
      </w:r>
      <w:r w:rsidR="005A7394">
        <w:rPr>
          <w:rFonts w:ascii="Arial" w:hAnsi="Arial" w:cs="Arial"/>
        </w:rPr>
        <w:t>/202</w:t>
      </w:r>
      <w:r w:rsidR="00FB0DFD">
        <w:rPr>
          <w:rFonts w:ascii="Arial" w:hAnsi="Arial" w:cs="Arial"/>
        </w:rPr>
        <w:t>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Jan Orolín</w:t>
      </w:r>
    </w:p>
    <w:sectPr w:rsidR="00B51DE2" w:rsidRPr="00B372E8" w:rsidSect="00C52CA0">
      <w:footerReference w:type="default" r:id="rId8"/>
      <w:pgSz w:w="11906" w:h="16838"/>
      <w:pgMar w:top="1560" w:right="1134" w:bottom="1418" w:left="1134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D3B6B" w14:textId="77777777" w:rsidR="0048606A" w:rsidRDefault="0048606A">
      <w:r>
        <w:separator/>
      </w:r>
    </w:p>
  </w:endnote>
  <w:endnote w:type="continuationSeparator" w:id="0">
    <w:p w14:paraId="159D3B6C" w14:textId="77777777" w:rsidR="0048606A" w:rsidRDefault="00486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xedsys">
    <w:panose1 w:val="00000000000000000000"/>
    <w:charset w:val="EE"/>
    <w:family w:val="swiss"/>
    <w:notTrueType/>
    <w:pitch w:val="fixed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D3B6D" w14:textId="77777777" w:rsidR="00B847A9" w:rsidRDefault="00B847A9">
    <w:pPr>
      <w:pStyle w:val="Zpat"/>
      <w:jc w:val="center"/>
    </w:pPr>
    <w:r>
      <w:rPr>
        <w:rStyle w:val="slostrnky"/>
      </w:rPr>
      <w:t>-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C6188">
      <w:rPr>
        <w:rStyle w:val="slostrnky"/>
        <w:noProof/>
      </w:rPr>
      <w:t>3</w:t>
    </w:r>
    <w:r>
      <w:rPr>
        <w:rStyle w:val="slostrnky"/>
      </w:rPr>
      <w:fldChar w:fldCharType="end"/>
    </w:r>
    <w:r>
      <w:rPr>
        <w:rStyle w:val="slostrnky"/>
      </w:rPr>
      <w:t>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D3B69" w14:textId="77777777" w:rsidR="0048606A" w:rsidRDefault="0048606A">
      <w:r>
        <w:separator/>
      </w:r>
    </w:p>
  </w:footnote>
  <w:footnote w:type="continuationSeparator" w:id="0">
    <w:p w14:paraId="159D3B6A" w14:textId="77777777" w:rsidR="0048606A" w:rsidRDefault="004860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91986"/>
    <w:multiLevelType w:val="multilevel"/>
    <w:tmpl w:val="D0F83DDC"/>
    <w:lvl w:ilvl="0">
      <w:start w:val="1"/>
      <w:numFmt w:val="decimal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.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0AE10FC4"/>
    <w:multiLevelType w:val="hybridMultilevel"/>
    <w:tmpl w:val="67500074"/>
    <w:lvl w:ilvl="0" w:tplc="96BE834C">
      <w:start w:val="1"/>
      <w:numFmt w:val="upperLetter"/>
      <w:lvlText w:val="%1)"/>
      <w:lvlJc w:val="left"/>
      <w:pPr>
        <w:ind w:left="132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44" w:hanging="360"/>
      </w:pPr>
    </w:lvl>
    <w:lvl w:ilvl="2" w:tplc="0405001B" w:tentative="1">
      <w:start w:val="1"/>
      <w:numFmt w:val="lowerRoman"/>
      <w:lvlText w:val="%3."/>
      <w:lvlJc w:val="right"/>
      <w:pPr>
        <w:ind w:left="2764" w:hanging="180"/>
      </w:pPr>
    </w:lvl>
    <w:lvl w:ilvl="3" w:tplc="0405000F" w:tentative="1">
      <w:start w:val="1"/>
      <w:numFmt w:val="decimal"/>
      <w:lvlText w:val="%4."/>
      <w:lvlJc w:val="left"/>
      <w:pPr>
        <w:ind w:left="3484" w:hanging="360"/>
      </w:pPr>
    </w:lvl>
    <w:lvl w:ilvl="4" w:tplc="04050019" w:tentative="1">
      <w:start w:val="1"/>
      <w:numFmt w:val="lowerLetter"/>
      <w:lvlText w:val="%5."/>
      <w:lvlJc w:val="left"/>
      <w:pPr>
        <w:ind w:left="4204" w:hanging="360"/>
      </w:pPr>
    </w:lvl>
    <w:lvl w:ilvl="5" w:tplc="0405001B" w:tentative="1">
      <w:start w:val="1"/>
      <w:numFmt w:val="lowerRoman"/>
      <w:lvlText w:val="%6."/>
      <w:lvlJc w:val="right"/>
      <w:pPr>
        <w:ind w:left="4924" w:hanging="180"/>
      </w:pPr>
    </w:lvl>
    <w:lvl w:ilvl="6" w:tplc="0405000F" w:tentative="1">
      <w:start w:val="1"/>
      <w:numFmt w:val="decimal"/>
      <w:lvlText w:val="%7."/>
      <w:lvlJc w:val="left"/>
      <w:pPr>
        <w:ind w:left="5644" w:hanging="360"/>
      </w:pPr>
    </w:lvl>
    <w:lvl w:ilvl="7" w:tplc="04050019" w:tentative="1">
      <w:start w:val="1"/>
      <w:numFmt w:val="lowerLetter"/>
      <w:lvlText w:val="%8."/>
      <w:lvlJc w:val="left"/>
      <w:pPr>
        <w:ind w:left="6364" w:hanging="360"/>
      </w:pPr>
    </w:lvl>
    <w:lvl w:ilvl="8" w:tplc="040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" w15:restartNumberingAfterBreak="0">
    <w:nsid w:val="0D9E0A4D"/>
    <w:multiLevelType w:val="singleLevel"/>
    <w:tmpl w:val="C2C6D17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0F444FA7"/>
    <w:multiLevelType w:val="hybridMultilevel"/>
    <w:tmpl w:val="67500074"/>
    <w:lvl w:ilvl="0" w:tplc="96BE834C">
      <w:start w:val="1"/>
      <w:numFmt w:val="upperLetter"/>
      <w:lvlText w:val="%1)"/>
      <w:lvlJc w:val="left"/>
      <w:pPr>
        <w:ind w:left="132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44" w:hanging="360"/>
      </w:pPr>
    </w:lvl>
    <w:lvl w:ilvl="2" w:tplc="0405001B" w:tentative="1">
      <w:start w:val="1"/>
      <w:numFmt w:val="lowerRoman"/>
      <w:lvlText w:val="%3."/>
      <w:lvlJc w:val="right"/>
      <w:pPr>
        <w:ind w:left="2764" w:hanging="180"/>
      </w:pPr>
    </w:lvl>
    <w:lvl w:ilvl="3" w:tplc="0405000F" w:tentative="1">
      <w:start w:val="1"/>
      <w:numFmt w:val="decimal"/>
      <w:lvlText w:val="%4."/>
      <w:lvlJc w:val="left"/>
      <w:pPr>
        <w:ind w:left="3484" w:hanging="360"/>
      </w:pPr>
    </w:lvl>
    <w:lvl w:ilvl="4" w:tplc="04050019" w:tentative="1">
      <w:start w:val="1"/>
      <w:numFmt w:val="lowerLetter"/>
      <w:lvlText w:val="%5."/>
      <w:lvlJc w:val="left"/>
      <w:pPr>
        <w:ind w:left="4204" w:hanging="360"/>
      </w:pPr>
    </w:lvl>
    <w:lvl w:ilvl="5" w:tplc="0405001B" w:tentative="1">
      <w:start w:val="1"/>
      <w:numFmt w:val="lowerRoman"/>
      <w:lvlText w:val="%6."/>
      <w:lvlJc w:val="right"/>
      <w:pPr>
        <w:ind w:left="4924" w:hanging="180"/>
      </w:pPr>
    </w:lvl>
    <w:lvl w:ilvl="6" w:tplc="0405000F" w:tentative="1">
      <w:start w:val="1"/>
      <w:numFmt w:val="decimal"/>
      <w:lvlText w:val="%7."/>
      <w:lvlJc w:val="left"/>
      <w:pPr>
        <w:ind w:left="5644" w:hanging="360"/>
      </w:pPr>
    </w:lvl>
    <w:lvl w:ilvl="7" w:tplc="04050019" w:tentative="1">
      <w:start w:val="1"/>
      <w:numFmt w:val="lowerLetter"/>
      <w:lvlText w:val="%8."/>
      <w:lvlJc w:val="left"/>
      <w:pPr>
        <w:ind w:left="6364" w:hanging="360"/>
      </w:pPr>
    </w:lvl>
    <w:lvl w:ilvl="8" w:tplc="040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4" w15:restartNumberingAfterBreak="0">
    <w:nsid w:val="1004178F"/>
    <w:multiLevelType w:val="hybridMultilevel"/>
    <w:tmpl w:val="D2D611AC"/>
    <w:lvl w:ilvl="0" w:tplc="8A38F30C">
      <w:start w:val="1"/>
      <w:numFmt w:val="upperLetter"/>
      <w:lvlText w:val="%1."/>
      <w:lvlJc w:val="left"/>
      <w:pPr>
        <w:ind w:left="900" w:hanging="540"/>
      </w:pPr>
      <w:rPr>
        <w:rFonts w:hint="default"/>
        <w:sz w:val="5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6608"/>
    <w:multiLevelType w:val="hybridMultilevel"/>
    <w:tmpl w:val="9050DF6A"/>
    <w:lvl w:ilvl="0" w:tplc="30AE0A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AE907CC"/>
    <w:multiLevelType w:val="hybridMultilevel"/>
    <w:tmpl w:val="6798D99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24A20C1E"/>
    <w:multiLevelType w:val="hybridMultilevel"/>
    <w:tmpl w:val="0478C596"/>
    <w:lvl w:ilvl="0" w:tplc="C7580F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33061"/>
    <w:multiLevelType w:val="hybridMultilevel"/>
    <w:tmpl w:val="C6181B10"/>
    <w:lvl w:ilvl="0" w:tplc="D07257E0">
      <w:start w:val="1"/>
      <w:numFmt w:val="decimal"/>
      <w:lvlText w:val="b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9601FB"/>
    <w:multiLevelType w:val="hybridMultilevel"/>
    <w:tmpl w:val="0478C596"/>
    <w:lvl w:ilvl="0" w:tplc="C7580F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19213E"/>
    <w:multiLevelType w:val="singleLevel"/>
    <w:tmpl w:val="DAE04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3062A47"/>
    <w:multiLevelType w:val="hybridMultilevel"/>
    <w:tmpl w:val="1CD68ED6"/>
    <w:lvl w:ilvl="0" w:tplc="AB682E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45B3BFF"/>
    <w:multiLevelType w:val="singleLevel"/>
    <w:tmpl w:val="BF303D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7DE0EEF"/>
    <w:multiLevelType w:val="hybridMultilevel"/>
    <w:tmpl w:val="0478C596"/>
    <w:lvl w:ilvl="0" w:tplc="C7580F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595011"/>
    <w:multiLevelType w:val="hybridMultilevel"/>
    <w:tmpl w:val="0478C596"/>
    <w:lvl w:ilvl="0" w:tplc="C7580F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DD6323"/>
    <w:multiLevelType w:val="hybridMultilevel"/>
    <w:tmpl w:val="1ACA15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B34193"/>
    <w:multiLevelType w:val="singleLevel"/>
    <w:tmpl w:val="0DB2EAFC"/>
    <w:lvl w:ilvl="0">
      <w:start w:val="1"/>
      <w:numFmt w:val="decimal"/>
      <w:lvlText w:val="%1)  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20E4F18"/>
    <w:multiLevelType w:val="hybridMultilevel"/>
    <w:tmpl w:val="0478C596"/>
    <w:lvl w:ilvl="0" w:tplc="C7580F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C286A"/>
    <w:multiLevelType w:val="hybridMultilevel"/>
    <w:tmpl w:val="49022E44"/>
    <w:lvl w:ilvl="0" w:tplc="04050011">
      <w:start w:val="1"/>
      <w:numFmt w:val="decimal"/>
      <w:lvlText w:val="%1)"/>
      <w:lvlJc w:val="left"/>
      <w:pPr>
        <w:ind w:left="132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44" w:hanging="360"/>
      </w:pPr>
    </w:lvl>
    <w:lvl w:ilvl="2" w:tplc="0405001B" w:tentative="1">
      <w:start w:val="1"/>
      <w:numFmt w:val="lowerRoman"/>
      <w:lvlText w:val="%3."/>
      <w:lvlJc w:val="right"/>
      <w:pPr>
        <w:ind w:left="2764" w:hanging="180"/>
      </w:pPr>
    </w:lvl>
    <w:lvl w:ilvl="3" w:tplc="0405000F" w:tentative="1">
      <w:start w:val="1"/>
      <w:numFmt w:val="decimal"/>
      <w:lvlText w:val="%4."/>
      <w:lvlJc w:val="left"/>
      <w:pPr>
        <w:ind w:left="3484" w:hanging="360"/>
      </w:pPr>
    </w:lvl>
    <w:lvl w:ilvl="4" w:tplc="04050019" w:tentative="1">
      <w:start w:val="1"/>
      <w:numFmt w:val="lowerLetter"/>
      <w:lvlText w:val="%5."/>
      <w:lvlJc w:val="left"/>
      <w:pPr>
        <w:ind w:left="4204" w:hanging="360"/>
      </w:pPr>
    </w:lvl>
    <w:lvl w:ilvl="5" w:tplc="0405001B" w:tentative="1">
      <w:start w:val="1"/>
      <w:numFmt w:val="lowerRoman"/>
      <w:lvlText w:val="%6."/>
      <w:lvlJc w:val="right"/>
      <w:pPr>
        <w:ind w:left="4924" w:hanging="180"/>
      </w:pPr>
    </w:lvl>
    <w:lvl w:ilvl="6" w:tplc="0405000F" w:tentative="1">
      <w:start w:val="1"/>
      <w:numFmt w:val="decimal"/>
      <w:lvlText w:val="%7."/>
      <w:lvlJc w:val="left"/>
      <w:pPr>
        <w:ind w:left="5644" w:hanging="360"/>
      </w:pPr>
    </w:lvl>
    <w:lvl w:ilvl="7" w:tplc="04050019" w:tentative="1">
      <w:start w:val="1"/>
      <w:numFmt w:val="lowerLetter"/>
      <w:lvlText w:val="%8."/>
      <w:lvlJc w:val="left"/>
      <w:pPr>
        <w:ind w:left="6364" w:hanging="360"/>
      </w:pPr>
    </w:lvl>
    <w:lvl w:ilvl="8" w:tplc="040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19" w15:restartNumberingAfterBreak="0">
    <w:nsid w:val="478D41AA"/>
    <w:multiLevelType w:val="hybridMultilevel"/>
    <w:tmpl w:val="7822240A"/>
    <w:lvl w:ilvl="0" w:tplc="F676A6B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9B272A6"/>
    <w:multiLevelType w:val="hybridMultilevel"/>
    <w:tmpl w:val="0478C596"/>
    <w:lvl w:ilvl="0" w:tplc="C7580F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7E6932"/>
    <w:multiLevelType w:val="hybridMultilevel"/>
    <w:tmpl w:val="0478C596"/>
    <w:lvl w:ilvl="0" w:tplc="C7580F0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CE09DC"/>
    <w:multiLevelType w:val="hybridMultilevel"/>
    <w:tmpl w:val="49022E44"/>
    <w:lvl w:ilvl="0" w:tplc="04050011">
      <w:start w:val="1"/>
      <w:numFmt w:val="decimal"/>
      <w:lvlText w:val="%1)"/>
      <w:lvlJc w:val="left"/>
      <w:pPr>
        <w:ind w:left="132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44" w:hanging="360"/>
      </w:pPr>
    </w:lvl>
    <w:lvl w:ilvl="2" w:tplc="0405001B" w:tentative="1">
      <w:start w:val="1"/>
      <w:numFmt w:val="lowerRoman"/>
      <w:lvlText w:val="%3."/>
      <w:lvlJc w:val="right"/>
      <w:pPr>
        <w:ind w:left="2764" w:hanging="180"/>
      </w:pPr>
    </w:lvl>
    <w:lvl w:ilvl="3" w:tplc="0405000F" w:tentative="1">
      <w:start w:val="1"/>
      <w:numFmt w:val="decimal"/>
      <w:lvlText w:val="%4."/>
      <w:lvlJc w:val="left"/>
      <w:pPr>
        <w:ind w:left="3484" w:hanging="360"/>
      </w:pPr>
    </w:lvl>
    <w:lvl w:ilvl="4" w:tplc="04050019" w:tentative="1">
      <w:start w:val="1"/>
      <w:numFmt w:val="lowerLetter"/>
      <w:lvlText w:val="%5."/>
      <w:lvlJc w:val="left"/>
      <w:pPr>
        <w:ind w:left="4204" w:hanging="360"/>
      </w:pPr>
    </w:lvl>
    <w:lvl w:ilvl="5" w:tplc="0405001B" w:tentative="1">
      <w:start w:val="1"/>
      <w:numFmt w:val="lowerRoman"/>
      <w:lvlText w:val="%6."/>
      <w:lvlJc w:val="right"/>
      <w:pPr>
        <w:ind w:left="4924" w:hanging="180"/>
      </w:pPr>
    </w:lvl>
    <w:lvl w:ilvl="6" w:tplc="0405000F" w:tentative="1">
      <w:start w:val="1"/>
      <w:numFmt w:val="decimal"/>
      <w:lvlText w:val="%7."/>
      <w:lvlJc w:val="left"/>
      <w:pPr>
        <w:ind w:left="5644" w:hanging="360"/>
      </w:pPr>
    </w:lvl>
    <w:lvl w:ilvl="7" w:tplc="04050019" w:tentative="1">
      <w:start w:val="1"/>
      <w:numFmt w:val="lowerLetter"/>
      <w:lvlText w:val="%8."/>
      <w:lvlJc w:val="left"/>
      <w:pPr>
        <w:ind w:left="6364" w:hanging="360"/>
      </w:pPr>
    </w:lvl>
    <w:lvl w:ilvl="8" w:tplc="040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3" w15:restartNumberingAfterBreak="0">
    <w:nsid w:val="56A11D1D"/>
    <w:multiLevelType w:val="singleLevel"/>
    <w:tmpl w:val="68028D02"/>
    <w:lvl w:ilvl="0">
      <w:start w:val="1"/>
      <w:numFmt w:val="lowerLetter"/>
      <w:lvlText w:val="%1)   "/>
      <w:lvlJc w:val="left"/>
      <w:pPr>
        <w:tabs>
          <w:tab w:val="num" w:pos="720"/>
        </w:tabs>
        <w:ind w:left="0" w:firstLine="0"/>
      </w:pPr>
      <w:rPr>
        <w:rFonts w:ascii="Bookman Old Style" w:hAnsi="Bookman Old Style" w:hint="default"/>
        <w:b w:val="0"/>
        <w:i w:val="0"/>
      </w:rPr>
    </w:lvl>
  </w:abstractNum>
  <w:abstractNum w:abstractNumId="24" w15:restartNumberingAfterBreak="0">
    <w:nsid w:val="57E54537"/>
    <w:multiLevelType w:val="hybridMultilevel"/>
    <w:tmpl w:val="2E828CF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9C0DFC"/>
    <w:multiLevelType w:val="multilevel"/>
    <w:tmpl w:val="50D0B370"/>
    <w:lvl w:ilvl="0">
      <w:start w:val="1"/>
      <w:numFmt w:val="decimal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 w15:restartNumberingAfterBreak="0">
    <w:nsid w:val="5D2220B5"/>
    <w:multiLevelType w:val="hybridMultilevel"/>
    <w:tmpl w:val="67500074"/>
    <w:lvl w:ilvl="0" w:tplc="96BE834C">
      <w:start w:val="1"/>
      <w:numFmt w:val="upperLetter"/>
      <w:lvlText w:val="%1)"/>
      <w:lvlJc w:val="left"/>
      <w:pPr>
        <w:ind w:left="132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44" w:hanging="360"/>
      </w:pPr>
    </w:lvl>
    <w:lvl w:ilvl="2" w:tplc="0405001B" w:tentative="1">
      <w:start w:val="1"/>
      <w:numFmt w:val="lowerRoman"/>
      <w:lvlText w:val="%3."/>
      <w:lvlJc w:val="right"/>
      <w:pPr>
        <w:ind w:left="2764" w:hanging="180"/>
      </w:pPr>
    </w:lvl>
    <w:lvl w:ilvl="3" w:tplc="0405000F" w:tentative="1">
      <w:start w:val="1"/>
      <w:numFmt w:val="decimal"/>
      <w:lvlText w:val="%4."/>
      <w:lvlJc w:val="left"/>
      <w:pPr>
        <w:ind w:left="3484" w:hanging="360"/>
      </w:pPr>
    </w:lvl>
    <w:lvl w:ilvl="4" w:tplc="04050019" w:tentative="1">
      <w:start w:val="1"/>
      <w:numFmt w:val="lowerLetter"/>
      <w:lvlText w:val="%5."/>
      <w:lvlJc w:val="left"/>
      <w:pPr>
        <w:ind w:left="4204" w:hanging="360"/>
      </w:pPr>
    </w:lvl>
    <w:lvl w:ilvl="5" w:tplc="0405001B" w:tentative="1">
      <w:start w:val="1"/>
      <w:numFmt w:val="lowerRoman"/>
      <w:lvlText w:val="%6."/>
      <w:lvlJc w:val="right"/>
      <w:pPr>
        <w:ind w:left="4924" w:hanging="180"/>
      </w:pPr>
    </w:lvl>
    <w:lvl w:ilvl="6" w:tplc="0405000F" w:tentative="1">
      <w:start w:val="1"/>
      <w:numFmt w:val="decimal"/>
      <w:lvlText w:val="%7."/>
      <w:lvlJc w:val="left"/>
      <w:pPr>
        <w:ind w:left="5644" w:hanging="360"/>
      </w:pPr>
    </w:lvl>
    <w:lvl w:ilvl="7" w:tplc="04050019" w:tentative="1">
      <w:start w:val="1"/>
      <w:numFmt w:val="lowerLetter"/>
      <w:lvlText w:val="%8."/>
      <w:lvlJc w:val="left"/>
      <w:pPr>
        <w:ind w:left="6364" w:hanging="360"/>
      </w:pPr>
    </w:lvl>
    <w:lvl w:ilvl="8" w:tplc="040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7" w15:restartNumberingAfterBreak="0">
    <w:nsid w:val="5FE057F5"/>
    <w:multiLevelType w:val="singleLevel"/>
    <w:tmpl w:val="DE260DE4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28" w15:restartNumberingAfterBreak="0">
    <w:nsid w:val="60E03414"/>
    <w:multiLevelType w:val="singleLevel"/>
    <w:tmpl w:val="DAE04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28F572B"/>
    <w:multiLevelType w:val="singleLevel"/>
    <w:tmpl w:val="B6D6E1E8"/>
    <w:lvl w:ilvl="0">
      <w:start w:val="1"/>
      <w:numFmt w:val="upperLetter"/>
      <w:pStyle w:val="Nadpis4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674639D1"/>
    <w:multiLevelType w:val="hybridMultilevel"/>
    <w:tmpl w:val="4FEA349E"/>
    <w:lvl w:ilvl="0" w:tplc="08C86424">
      <w:numFmt w:val="bullet"/>
      <w:lvlText w:val="-"/>
      <w:lvlJc w:val="left"/>
      <w:pPr>
        <w:ind w:left="862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67AC0EA0"/>
    <w:multiLevelType w:val="singleLevel"/>
    <w:tmpl w:val="750249AA"/>
    <w:lvl w:ilvl="0">
      <w:start w:val="1"/>
      <w:numFmt w:val="upperLetter"/>
      <w:pStyle w:val="Nadpis2"/>
      <w:lvlText w:val="%1)   "/>
      <w:lvlJc w:val="left"/>
      <w:pPr>
        <w:tabs>
          <w:tab w:val="num" w:pos="720"/>
        </w:tabs>
        <w:ind w:left="0" w:firstLine="0"/>
      </w:pPr>
      <w:rPr>
        <w:rFonts w:ascii="Bookman Old Style" w:hAnsi="Fixedsys" w:hint="default"/>
        <w:b w:val="0"/>
        <w:i w:val="0"/>
      </w:rPr>
    </w:lvl>
  </w:abstractNum>
  <w:abstractNum w:abstractNumId="32" w15:restartNumberingAfterBreak="0">
    <w:nsid w:val="6A6B5BF5"/>
    <w:multiLevelType w:val="singleLevel"/>
    <w:tmpl w:val="5082DBA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33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4" w15:restartNumberingAfterBreak="0">
    <w:nsid w:val="6F7353DF"/>
    <w:multiLevelType w:val="hybridMultilevel"/>
    <w:tmpl w:val="46EACD06"/>
    <w:lvl w:ilvl="0" w:tplc="71A4F95E">
      <w:start w:val="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721C5A94"/>
    <w:multiLevelType w:val="singleLevel"/>
    <w:tmpl w:val="DAE04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5697FAE"/>
    <w:multiLevelType w:val="singleLevel"/>
    <w:tmpl w:val="DAE049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93D70C8"/>
    <w:multiLevelType w:val="hybridMultilevel"/>
    <w:tmpl w:val="E6C00D52"/>
    <w:lvl w:ilvl="0" w:tplc="3C5E2BB4">
      <w:start w:val="1"/>
      <w:numFmt w:val="lowerRoman"/>
      <w:lvlText w:val="%1)"/>
      <w:lvlJc w:val="left"/>
      <w:pPr>
        <w:ind w:left="4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80" w:hanging="360"/>
      </w:pPr>
    </w:lvl>
    <w:lvl w:ilvl="2" w:tplc="0405001B" w:tentative="1">
      <w:start w:val="1"/>
      <w:numFmt w:val="lowerRoman"/>
      <w:lvlText w:val="%3."/>
      <w:lvlJc w:val="right"/>
      <w:pPr>
        <w:ind w:left="1500" w:hanging="180"/>
      </w:pPr>
    </w:lvl>
    <w:lvl w:ilvl="3" w:tplc="0405000F" w:tentative="1">
      <w:start w:val="1"/>
      <w:numFmt w:val="decimal"/>
      <w:lvlText w:val="%4."/>
      <w:lvlJc w:val="left"/>
      <w:pPr>
        <w:ind w:left="2220" w:hanging="360"/>
      </w:pPr>
    </w:lvl>
    <w:lvl w:ilvl="4" w:tplc="04050019" w:tentative="1">
      <w:start w:val="1"/>
      <w:numFmt w:val="lowerLetter"/>
      <w:lvlText w:val="%5."/>
      <w:lvlJc w:val="left"/>
      <w:pPr>
        <w:ind w:left="2940" w:hanging="360"/>
      </w:pPr>
    </w:lvl>
    <w:lvl w:ilvl="5" w:tplc="0405001B" w:tentative="1">
      <w:start w:val="1"/>
      <w:numFmt w:val="lowerRoman"/>
      <w:lvlText w:val="%6."/>
      <w:lvlJc w:val="right"/>
      <w:pPr>
        <w:ind w:left="3660" w:hanging="180"/>
      </w:pPr>
    </w:lvl>
    <w:lvl w:ilvl="6" w:tplc="0405000F" w:tentative="1">
      <w:start w:val="1"/>
      <w:numFmt w:val="decimal"/>
      <w:lvlText w:val="%7."/>
      <w:lvlJc w:val="left"/>
      <w:pPr>
        <w:ind w:left="4380" w:hanging="360"/>
      </w:pPr>
    </w:lvl>
    <w:lvl w:ilvl="7" w:tplc="04050019" w:tentative="1">
      <w:start w:val="1"/>
      <w:numFmt w:val="lowerLetter"/>
      <w:lvlText w:val="%8."/>
      <w:lvlJc w:val="left"/>
      <w:pPr>
        <w:ind w:left="5100" w:hanging="360"/>
      </w:pPr>
    </w:lvl>
    <w:lvl w:ilvl="8" w:tplc="0405001B" w:tentative="1">
      <w:start w:val="1"/>
      <w:numFmt w:val="lowerRoman"/>
      <w:lvlText w:val="%9."/>
      <w:lvlJc w:val="right"/>
      <w:pPr>
        <w:ind w:left="5820" w:hanging="180"/>
      </w:pPr>
    </w:lvl>
  </w:abstractNum>
  <w:abstractNum w:abstractNumId="38" w15:restartNumberingAfterBreak="0">
    <w:nsid w:val="7A903691"/>
    <w:multiLevelType w:val="singleLevel"/>
    <w:tmpl w:val="930CAC64"/>
    <w:lvl w:ilvl="0">
      <w:start w:val="1"/>
      <w:numFmt w:val="decimal"/>
      <w:lvlText w:val="[%1.]"/>
      <w:lvlJc w:val="right"/>
      <w:pPr>
        <w:tabs>
          <w:tab w:val="num" w:pos="624"/>
        </w:tabs>
        <w:ind w:left="624" w:hanging="336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9" w15:restartNumberingAfterBreak="0">
    <w:nsid w:val="7BD43E94"/>
    <w:multiLevelType w:val="hybridMultilevel"/>
    <w:tmpl w:val="7822240A"/>
    <w:lvl w:ilvl="0" w:tplc="F676A6B2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7CCE38BE"/>
    <w:multiLevelType w:val="hybridMultilevel"/>
    <w:tmpl w:val="FA8424FA"/>
    <w:lvl w:ilvl="0" w:tplc="2D244024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3628082">
    <w:abstractNumId w:val="16"/>
  </w:num>
  <w:num w:numId="2" w16cid:durableId="1259411591">
    <w:abstractNumId w:val="2"/>
  </w:num>
  <w:num w:numId="3" w16cid:durableId="806556597">
    <w:abstractNumId w:val="23"/>
  </w:num>
  <w:num w:numId="4" w16cid:durableId="37710294">
    <w:abstractNumId w:val="10"/>
  </w:num>
  <w:num w:numId="5" w16cid:durableId="961419196">
    <w:abstractNumId w:val="35"/>
  </w:num>
  <w:num w:numId="6" w16cid:durableId="591360239">
    <w:abstractNumId w:val="27"/>
  </w:num>
  <w:num w:numId="7" w16cid:durableId="1855419663">
    <w:abstractNumId w:val="36"/>
  </w:num>
  <w:num w:numId="8" w16cid:durableId="993290843">
    <w:abstractNumId w:val="31"/>
  </w:num>
  <w:num w:numId="9" w16cid:durableId="1657145083">
    <w:abstractNumId w:val="28"/>
  </w:num>
  <w:num w:numId="10" w16cid:durableId="1542090896">
    <w:abstractNumId w:val="29"/>
  </w:num>
  <w:num w:numId="11" w16cid:durableId="822163927">
    <w:abstractNumId w:val="32"/>
  </w:num>
  <w:num w:numId="12" w16cid:durableId="1106274584">
    <w:abstractNumId w:val="12"/>
  </w:num>
  <w:num w:numId="13" w16cid:durableId="536549056">
    <w:abstractNumId w:val="39"/>
  </w:num>
  <w:num w:numId="14" w16cid:durableId="356123367">
    <w:abstractNumId w:val="19"/>
  </w:num>
  <w:num w:numId="15" w16cid:durableId="283386297">
    <w:abstractNumId w:val="24"/>
  </w:num>
  <w:num w:numId="16" w16cid:durableId="726533014">
    <w:abstractNumId w:val="15"/>
  </w:num>
  <w:num w:numId="17" w16cid:durableId="20208525">
    <w:abstractNumId w:val="11"/>
  </w:num>
  <w:num w:numId="18" w16cid:durableId="911088692">
    <w:abstractNumId w:val="33"/>
  </w:num>
  <w:num w:numId="19" w16cid:durableId="1263369594">
    <w:abstractNumId w:val="0"/>
  </w:num>
  <w:num w:numId="20" w16cid:durableId="751392473">
    <w:abstractNumId w:val="25"/>
  </w:num>
  <w:num w:numId="21" w16cid:durableId="2089576239">
    <w:abstractNumId w:val="38"/>
  </w:num>
  <w:num w:numId="22" w16cid:durableId="1417705129">
    <w:abstractNumId w:val="8"/>
  </w:num>
  <w:num w:numId="23" w16cid:durableId="2119446054">
    <w:abstractNumId w:val="33"/>
  </w:num>
  <w:num w:numId="24" w16cid:durableId="1755010256">
    <w:abstractNumId w:val="33"/>
  </w:num>
  <w:num w:numId="25" w16cid:durableId="2134203455">
    <w:abstractNumId w:val="33"/>
  </w:num>
  <w:num w:numId="26" w16cid:durableId="1638991243">
    <w:abstractNumId w:val="33"/>
  </w:num>
  <w:num w:numId="27" w16cid:durableId="1910995986">
    <w:abstractNumId w:val="33"/>
  </w:num>
  <w:num w:numId="28" w16cid:durableId="1310136363">
    <w:abstractNumId w:val="14"/>
  </w:num>
  <w:num w:numId="29" w16cid:durableId="1349136654">
    <w:abstractNumId w:val="9"/>
  </w:num>
  <w:num w:numId="30" w16cid:durableId="1779376760">
    <w:abstractNumId w:val="7"/>
  </w:num>
  <w:num w:numId="31" w16cid:durableId="479006056">
    <w:abstractNumId w:val="40"/>
  </w:num>
  <w:num w:numId="32" w16cid:durableId="1798597562">
    <w:abstractNumId w:val="37"/>
  </w:num>
  <w:num w:numId="33" w16cid:durableId="1968465461">
    <w:abstractNumId w:val="18"/>
  </w:num>
  <w:num w:numId="34" w16cid:durableId="434206612">
    <w:abstractNumId w:val="1"/>
  </w:num>
  <w:num w:numId="35" w16cid:durableId="112134346">
    <w:abstractNumId w:val="17"/>
  </w:num>
  <w:num w:numId="36" w16cid:durableId="1362976605">
    <w:abstractNumId w:val="3"/>
  </w:num>
  <w:num w:numId="37" w16cid:durableId="347100297">
    <w:abstractNumId w:val="21"/>
  </w:num>
  <w:num w:numId="38" w16cid:durableId="1748114755">
    <w:abstractNumId w:val="26"/>
  </w:num>
  <w:num w:numId="39" w16cid:durableId="1907373996">
    <w:abstractNumId w:val="22"/>
  </w:num>
  <w:num w:numId="40" w16cid:durableId="269704698">
    <w:abstractNumId w:val="13"/>
  </w:num>
  <w:num w:numId="41" w16cid:durableId="319961698">
    <w:abstractNumId w:val="34"/>
  </w:num>
  <w:num w:numId="42" w16cid:durableId="1178075831">
    <w:abstractNumId w:val="20"/>
  </w:num>
  <w:num w:numId="43" w16cid:durableId="2132818250">
    <w:abstractNumId w:val="5"/>
  </w:num>
  <w:num w:numId="44" w16cid:durableId="461847544">
    <w:abstractNumId w:val="6"/>
  </w:num>
  <w:num w:numId="45" w16cid:durableId="1241671773">
    <w:abstractNumId w:val="4"/>
  </w:num>
  <w:num w:numId="46" w16cid:durableId="1746418967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2CB"/>
    <w:rsid w:val="00001291"/>
    <w:rsid w:val="00003854"/>
    <w:rsid w:val="00006CEE"/>
    <w:rsid w:val="00007459"/>
    <w:rsid w:val="00012588"/>
    <w:rsid w:val="00014B62"/>
    <w:rsid w:val="000235FF"/>
    <w:rsid w:val="000348E7"/>
    <w:rsid w:val="00035EF8"/>
    <w:rsid w:val="00036250"/>
    <w:rsid w:val="00044692"/>
    <w:rsid w:val="000447CC"/>
    <w:rsid w:val="00047DB9"/>
    <w:rsid w:val="000509A3"/>
    <w:rsid w:val="00054672"/>
    <w:rsid w:val="0005558D"/>
    <w:rsid w:val="00057372"/>
    <w:rsid w:val="00060380"/>
    <w:rsid w:val="00061065"/>
    <w:rsid w:val="00061176"/>
    <w:rsid w:val="000619A5"/>
    <w:rsid w:val="00063A23"/>
    <w:rsid w:val="00064FE4"/>
    <w:rsid w:val="000713CC"/>
    <w:rsid w:val="0007792D"/>
    <w:rsid w:val="0008723B"/>
    <w:rsid w:val="000904F5"/>
    <w:rsid w:val="00093F82"/>
    <w:rsid w:val="000A51FF"/>
    <w:rsid w:val="000A57C7"/>
    <w:rsid w:val="000B5102"/>
    <w:rsid w:val="000B766C"/>
    <w:rsid w:val="000C1194"/>
    <w:rsid w:val="000C4774"/>
    <w:rsid w:val="000C5850"/>
    <w:rsid w:val="000C71ED"/>
    <w:rsid w:val="000C72E2"/>
    <w:rsid w:val="000D28E5"/>
    <w:rsid w:val="000D50D9"/>
    <w:rsid w:val="000D7365"/>
    <w:rsid w:val="000E01EF"/>
    <w:rsid w:val="000E1ECD"/>
    <w:rsid w:val="000E4452"/>
    <w:rsid w:val="000F0A8C"/>
    <w:rsid w:val="000F41CA"/>
    <w:rsid w:val="000F4799"/>
    <w:rsid w:val="000F7320"/>
    <w:rsid w:val="000F7E9C"/>
    <w:rsid w:val="00101BA4"/>
    <w:rsid w:val="0010531A"/>
    <w:rsid w:val="001053B2"/>
    <w:rsid w:val="001121F5"/>
    <w:rsid w:val="00113564"/>
    <w:rsid w:val="00113B33"/>
    <w:rsid w:val="00114A22"/>
    <w:rsid w:val="001154CE"/>
    <w:rsid w:val="00123513"/>
    <w:rsid w:val="00126E74"/>
    <w:rsid w:val="00127D21"/>
    <w:rsid w:val="00131F25"/>
    <w:rsid w:val="0013234E"/>
    <w:rsid w:val="00142140"/>
    <w:rsid w:val="001421C0"/>
    <w:rsid w:val="00144894"/>
    <w:rsid w:val="0015753E"/>
    <w:rsid w:val="001605F7"/>
    <w:rsid w:val="001738ED"/>
    <w:rsid w:val="001761B9"/>
    <w:rsid w:val="00177D73"/>
    <w:rsid w:val="00185E8C"/>
    <w:rsid w:val="0019348F"/>
    <w:rsid w:val="00196C57"/>
    <w:rsid w:val="0019758D"/>
    <w:rsid w:val="001A0F74"/>
    <w:rsid w:val="001A5FFD"/>
    <w:rsid w:val="001B2264"/>
    <w:rsid w:val="001B489C"/>
    <w:rsid w:val="001C5880"/>
    <w:rsid w:val="001C607F"/>
    <w:rsid w:val="001D0DF5"/>
    <w:rsid w:val="001D1AAF"/>
    <w:rsid w:val="001E26B4"/>
    <w:rsid w:val="001E3BE1"/>
    <w:rsid w:val="001F0667"/>
    <w:rsid w:val="001F1EF1"/>
    <w:rsid w:val="001F2409"/>
    <w:rsid w:val="001F2F19"/>
    <w:rsid w:val="002001B8"/>
    <w:rsid w:val="0020613F"/>
    <w:rsid w:val="00206C26"/>
    <w:rsid w:val="002119EE"/>
    <w:rsid w:val="002157E6"/>
    <w:rsid w:val="00215CF0"/>
    <w:rsid w:val="0022212D"/>
    <w:rsid w:val="00224104"/>
    <w:rsid w:val="002257BD"/>
    <w:rsid w:val="00227CF5"/>
    <w:rsid w:val="00232A3A"/>
    <w:rsid w:val="00242340"/>
    <w:rsid w:val="00243022"/>
    <w:rsid w:val="00246B52"/>
    <w:rsid w:val="00261424"/>
    <w:rsid w:val="002636A5"/>
    <w:rsid w:val="0026518C"/>
    <w:rsid w:val="002774B0"/>
    <w:rsid w:val="00280461"/>
    <w:rsid w:val="00287951"/>
    <w:rsid w:val="0029751C"/>
    <w:rsid w:val="00297534"/>
    <w:rsid w:val="002A2EE0"/>
    <w:rsid w:val="002A3058"/>
    <w:rsid w:val="002A3B96"/>
    <w:rsid w:val="002A3D69"/>
    <w:rsid w:val="002A4D00"/>
    <w:rsid w:val="002B5F3F"/>
    <w:rsid w:val="002C2A25"/>
    <w:rsid w:val="002C46A0"/>
    <w:rsid w:val="002C6F5D"/>
    <w:rsid w:val="002D4E7B"/>
    <w:rsid w:val="002E05E0"/>
    <w:rsid w:val="002E215B"/>
    <w:rsid w:val="002E3E19"/>
    <w:rsid w:val="002E5568"/>
    <w:rsid w:val="002E62DD"/>
    <w:rsid w:val="002F0B25"/>
    <w:rsid w:val="002F341A"/>
    <w:rsid w:val="003004C0"/>
    <w:rsid w:val="00300F3E"/>
    <w:rsid w:val="0030276C"/>
    <w:rsid w:val="003044DB"/>
    <w:rsid w:val="00311921"/>
    <w:rsid w:val="00314132"/>
    <w:rsid w:val="003155D0"/>
    <w:rsid w:val="00323F5C"/>
    <w:rsid w:val="00330081"/>
    <w:rsid w:val="003433E2"/>
    <w:rsid w:val="00344B8F"/>
    <w:rsid w:val="00345042"/>
    <w:rsid w:val="00362038"/>
    <w:rsid w:val="00367B8B"/>
    <w:rsid w:val="003736D5"/>
    <w:rsid w:val="00373CD3"/>
    <w:rsid w:val="00376682"/>
    <w:rsid w:val="00383CDE"/>
    <w:rsid w:val="00385EF5"/>
    <w:rsid w:val="00386522"/>
    <w:rsid w:val="00386B4A"/>
    <w:rsid w:val="00390191"/>
    <w:rsid w:val="00390FBB"/>
    <w:rsid w:val="003A1966"/>
    <w:rsid w:val="003A26C7"/>
    <w:rsid w:val="003A46E5"/>
    <w:rsid w:val="003A709F"/>
    <w:rsid w:val="003B0680"/>
    <w:rsid w:val="003B0901"/>
    <w:rsid w:val="003C091B"/>
    <w:rsid w:val="003C21B1"/>
    <w:rsid w:val="003C5CA8"/>
    <w:rsid w:val="003D192C"/>
    <w:rsid w:val="003D4814"/>
    <w:rsid w:val="003D48A7"/>
    <w:rsid w:val="003D5DC6"/>
    <w:rsid w:val="003E0838"/>
    <w:rsid w:val="003F0C7D"/>
    <w:rsid w:val="003F4A17"/>
    <w:rsid w:val="003F70C4"/>
    <w:rsid w:val="003F71FE"/>
    <w:rsid w:val="00400C5B"/>
    <w:rsid w:val="004015CE"/>
    <w:rsid w:val="004024BA"/>
    <w:rsid w:val="004045FC"/>
    <w:rsid w:val="00410F64"/>
    <w:rsid w:val="00417526"/>
    <w:rsid w:val="00421DAC"/>
    <w:rsid w:val="00424622"/>
    <w:rsid w:val="0042477F"/>
    <w:rsid w:val="00425FBD"/>
    <w:rsid w:val="004317A4"/>
    <w:rsid w:val="00432961"/>
    <w:rsid w:val="00435B2D"/>
    <w:rsid w:val="00443FBB"/>
    <w:rsid w:val="0045464A"/>
    <w:rsid w:val="00463E09"/>
    <w:rsid w:val="00464D24"/>
    <w:rsid w:val="00471749"/>
    <w:rsid w:val="004723F1"/>
    <w:rsid w:val="00472F61"/>
    <w:rsid w:val="00474FBD"/>
    <w:rsid w:val="00475F27"/>
    <w:rsid w:val="00476292"/>
    <w:rsid w:val="00480C13"/>
    <w:rsid w:val="00481E0C"/>
    <w:rsid w:val="00483CF3"/>
    <w:rsid w:val="0048606A"/>
    <w:rsid w:val="0048726C"/>
    <w:rsid w:val="00487573"/>
    <w:rsid w:val="004913AC"/>
    <w:rsid w:val="004A0365"/>
    <w:rsid w:val="004A2B07"/>
    <w:rsid w:val="004A2C3F"/>
    <w:rsid w:val="004A54A9"/>
    <w:rsid w:val="004A6761"/>
    <w:rsid w:val="004B43B7"/>
    <w:rsid w:val="004B60E5"/>
    <w:rsid w:val="004C39B4"/>
    <w:rsid w:val="004C44B3"/>
    <w:rsid w:val="004D329D"/>
    <w:rsid w:val="004D7819"/>
    <w:rsid w:val="004E0CB2"/>
    <w:rsid w:val="004E0D67"/>
    <w:rsid w:val="004E1750"/>
    <w:rsid w:val="004E59E8"/>
    <w:rsid w:val="004E6ABB"/>
    <w:rsid w:val="004E7D1B"/>
    <w:rsid w:val="004E7F41"/>
    <w:rsid w:val="004F09FA"/>
    <w:rsid w:val="004F0B10"/>
    <w:rsid w:val="004F6584"/>
    <w:rsid w:val="00500BBC"/>
    <w:rsid w:val="00501561"/>
    <w:rsid w:val="00503E37"/>
    <w:rsid w:val="00505D66"/>
    <w:rsid w:val="00510C98"/>
    <w:rsid w:val="00516563"/>
    <w:rsid w:val="005246AB"/>
    <w:rsid w:val="00525E64"/>
    <w:rsid w:val="005320FA"/>
    <w:rsid w:val="0053240D"/>
    <w:rsid w:val="0053479B"/>
    <w:rsid w:val="00551CF6"/>
    <w:rsid w:val="00560670"/>
    <w:rsid w:val="00561BF3"/>
    <w:rsid w:val="0056626E"/>
    <w:rsid w:val="0056651E"/>
    <w:rsid w:val="00571225"/>
    <w:rsid w:val="005736DD"/>
    <w:rsid w:val="0058228B"/>
    <w:rsid w:val="005822FC"/>
    <w:rsid w:val="00586BFD"/>
    <w:rsid w:val="00586C0C"/>
    <w:rsid w:val="005932FB"/>
    <w:rsid w:val="005A126D"/>
    <w:rsid w:val="005A284E"/>
    <w:rsid w:val="005A4994"/>
    <w:rsid w:val="005A6C6A"/>
    <w:rsid w:val="005A7394"/>
    <w:rsid w:val="005B2175"/>
    <w:rsid w:val="005B262C"/>
    <w:rsid w:val="005B41FD"/>
    <w:rsid w:val="005B5E67"/>
    <w:rsid w:val="005B625C"/>
    <w:rsid w:val="005B739A"/>
    <w:rsid w:val="005C35C4"/>
    <w:rsid w:val="005C4648"/>
    <w:rsid w:val="005C55DD"/>
    <w:rsid w:val="005C6188"/>
    <w:rsid w:val="005D01A9"/>
    <w:rsid w:val="005D1175"/>
    <w:rsid w:val="005D3A59"/>
    <w:rsid w:val="005D3B83"/>
    <w:rsid w:val="005D6E52"/>
    <w:rsid w:val="005E05AD"/>
    <w:rsid w:val="005E6553"/>
    <w:rsid w:val="005F06D3"/>
    <w:rsid w:val="005F220A"/>
    <w:rsid w:val="00600269"/>
    <w:rsid w:val="00601DE1"/>
    <w:rsid w:val="00603361"/>
    <w:rsid w:val="00612469"/>
    <w:rsid w:val="0061655F"/>
    <w:rsid w:val="00617C62"/>
    <w:rsid w:val="00620284"/>
    <w:rsid w:val="00620E75"/>
    <w:rsid w:val="00621CF9"/>
    <w:rsid w:val="006239B0"/>
    <w:rsid w:val="00640F65"/>
    <w:rsid w:val="00647F3A"/>
    <w:rsid w:val="006508C5"/>
    <w:rsid w:val="0065694E"/>
    <w:rsid w:val="00656C67"/>
    <w:rsid w:val="0066187D"/>
    <w:rsid w:val="00667FEF"/>
    <w:rsid w:val="0067031C"/>
    <w:rsid w:val="006722AB"/>
    <w:rsid w:val="00675D9A"/>
    <w:rsid w:val="0069148B"/>
    <w:rsid w:val="00696133"/>
    <w:rsid w:val="00697049"/>
    <w:rsid w:val="006A2D8E"/>
    <w:rsid w:val="006B2AB9"/>
    <w:rsid w:val="006B4E28"/>
    <w:rsid w:val="006B5FA3"/>
    <w:rsid w:val="006C5F14"/>
    <w:rsid w:val="006D1221"/>
    <w:rsid w:val="006D29A8"/>
    <w:rsid w:val="006D5FFB"/>
    <w:rsid w:val="006E036B"/>
    <w:rsid w:val="006E078C"/>
    <w:rsid w:val="006E3059"/>
    <w:rsid w:val="006E5994"/>
    <w:rsid w:val="006E7DB0"/>
    <w:rsid w:val="006F0D8D"/>
    <w:rsid w:val="006F2056"/>
    <w:rsid w:val="006F3966"/>
    <w:rsid w:val="007015DE"/>
    <w:rsid w:val="00703AB6"/>
    <w:rsid w:val="00704113"/>
    <w:rsid w:val="00705ED1"/>
    <w:rsid w:val="007109AF"/>
    <w:rsid w:val="0071277C"/>
    <w:rsid w:val="00716C44"/>
    <w:rsid w:val="007178BF"/>
    <w:rsid w:val="00722C77"/>
    <w:rsid w:val="00723161"/>
    <w:rsid w:val="00726B36"/>
    <w:rsid w:val="00730A5F"/>
    <w:rsid w:val="00744008"/>
    <w:rsid w:val="00744D21"/>
    <w:rsid w:val="00747875"/>
    <w:rsid w:val="00747EEF"/>
    <w:rsid w:val="007574F3"/>
    <w:rsid w:val="0076137E"/>
    <w:rsid w:val="00762F81"/>
    <w:rsid w:val="00763ED6"/>
    <w:rsid w:val="00777341"/>
    <w:rsid w:val="007800D4"/>
    <w:rsid w:val="007801B0"/>
    <w:rsid w:val="00781551"/>
    <w:rsid w:val="00782321"/>
    <w:rsid w:val="0078259E"/>
    <w:rsid w:val="00784B6C"/>
    <w:rsid w:val="00785BDF"/>
    <w:rsid w:val="00786905"/>
    <w:rsid w:val="00790A92"/>
    <w:rsid w:val="0079268A"/>
    <w:rsid w:val="0079675D"/>
    <w:rsid w:val="007969E8"/>
    <w:rsid w:val="007A5D97"/>
    <w:rsid w:val="007A6F95"/>
    <w:rsid w:val="007A7D56"/>
    <w:rsid w:val="007B00E1"/>
    <w:rsid w:val="007B0935"/>
    <w:rsid w:val="007B1FFD"/>
    <w:rsid w:val="007B3D02"/>
    <w:rsid w:val="007B4045"/>
    <w:rsid w:val="007B6B7C"/>
    <w:rsid w:val="007C1303"/>
    <w:rsid w:val="007C356B"/>
    <w:rsid w:val="007C4C81"/>
    <w:rsid w:val="007D52EF"/>
    <w:rsid w:val="007E023B"/>
    <w:rsid w:val="007E1E53"/>
    <w:rsid w:val="007E3639"/>
    <w:rsid w:val="007F500D"/>
    <w:rsid w:val="00804E96"/>
    <w:rsid w:val="008057E1"/>
    <w:rsid w:val="00806B86"/>
    <w:rsid w:val="00810070"/>
    <w:rsid w:val="00815242"/>
    <w:rsid w:val="00821E7C"/>
    <w:rsid w:val="00827CD3"/>
    <w:rsid w:val="00827F10"/>
    <w:rsid w:val="00832F8F"/>
    <w:rsid w:val="0083381E"/>
    <w:rsid w:val="008415AA"/>
    <w:rsid w:val="00841F04"/>
    <w:rsid w:val="00845469"/>
    <w:rsid w:val="0085046D"/>
    <w:rsid w:val="008515F6"/>
    <w:rsid w:val="00860551"/>
    <w:rsid w:val="008667C6"/>
    <w:rsid w:val="00867DBE"/>
    <w:rsid w:val="0087124B"/>
    <w:rsid w:val="0088299F"/>
    <w:rsid w:val="00884093"/>
    <w:rsid w:val="00885DE0"/>
    <w:rsid w:val="00891710"/>
    <w:rsid w:val="00892307"/>
    <w:rsid w:val="00895D72"/>
    <w:rsid w:val="008A622E"/>
    <w:rsid w:val="008B3A73"/>
    <w:rsid w:val="008B5E2F"/>
    <w:rsid w:val="008C02E7"/>
    <w:rsid w:val="008C29B7"/>
    <w:rsid w:val="008D1AD2"/>
    <w:rsid w:val="008D4B1A"/>
    <w:rsid w:val="008E1688"/>
    <w:rsid w:val="008E22E1"/>
    <w:rsid w:val="008E41D8"/>
    <w:rsid w:val="008E7B1E"/>
    <w:rsid w:val="008F2785"/>
    <w:rsid w:val="008F3385"/>
    <w:rsid w:val="00903FD7"/>
    <w:rsid w:val="00910B62"/>
    <w:rsid w:val="009138CC"/>
    <w:rsid w:val="00914C29"/>
    <w:rsid w:val="00916912"/>
    <w:rsid w:val="00923FC4"/>
    <w:rsid w:val="00925CBB"/>
    <w:rsid w:val="00932062"/>
    <w:rsid w:val="0094274B"/>
    <w:rsid w:val="00946202"/>
    <w:rsid w:val="00946834"/>
    <w:rsid w:val="00960862"/>
    <w:rsid w:val="009627D3"/>
    <w:rsid w:val="009774E2"/>
    <w:rsid w:val="00977DEF"/>
    <w:rsid w:val="0098331C"/>
    <w:rsid w:val="00983616"/>
    <w:rsid w:val="009841DB"/>
    <w:rsid w:val="00992B35"/>
    <w:rsid w:val="0099363D"/>
    <w:rsid w:val="009A1912"/>
    <w:rsid w:val="009A7080"/>
    <w:rsid w:val="009B1B48"/>
    <w:rsid w:val="009B333F"/>
    <w:rsid w:val="009C1183"/>
    <w:rsid w:val="009C1EE0"/>
    <w:rsid w:val="009C2CBC"/>
    <w:rsid w:val="009C54D3"/>
    <w:rsid w:val="009C7279"/>
    <w:rsid w:val="009D069E"/>
    <w:rsid w:val="009D0B1D"/>
    <w:rsid w:val="009D13C6"/>
    <w:rsid w:val="009D4366"/>
    <w:rsid w:val="009D52EB"/>
    <w:rsid w:val="009D5364"/>
    <w:rsid w:val="009E0DF9"/>
    <w:rsid w:val="009E4E41"/>
    <w:rsid w:val="009E5397"/>
    <w:rsid w:val="009E6CC1"/>
    <w:rsid w:val="009E77C6"/>
    <w:rsid w:val="009F1C29"/>
    <w:rsid w:val="009F4863"/>
    <w:rsid w:val="009F616D"/>
    <w:rsid w:val="009F7FA7"/>
    <w:rsid w:val="00A051A2"/>
    <w:rsid w:val="00A06F61"/>
    <w:rsid w:val="00A1237D"/>
    <w:rsid w:val="00A13E26"/>
    <w:rsid w:val="00A231B7"/>
    <w:rsid w:val="00A24CBA"/>
    <w:rsid w:val="00A256A0"/>
    <w:rsid w:val="00A41AB9"/>
    <w:rsid w:val="00A423F2"/>
    <w:rsid w:val="00A43931"/>
    <w:rsid w:val="00A45E9D"/>
    <w:rsid w:val="00A54E55"/>
    <w:rsid w:val="00A566C2"/>
    <w:rsid w:val="00A570DA"/>
    <w:rsid w:val="00A63C99"/>
    <w:rsid w:val="00A64D37"/>
    <w:rsid w:val="00A7000E"/>
    <w:rsid w:val="00A702CB"/>
    <w:rsid w:val="00A72AFD"/>
    <w:rsid w:val="00A75331"/>
    <w:rsid w:val="00A7622C"/>
    <w:rsid w:val="00A76D3C"/>
    <w:rsid w:val="00A9306E"/>
    <w:rsid w:val="00A949CF"/>
    <w:rsid w:val="00A96D36"/>
    <w:rsid w:val="00AA14AE"/>
    <w:rsid w:val="00AA42AA"/>
    <w:rsid w:val="00AA48FE"/>
    <w:rsid w:val="00AA7135"/>
    <w:rsid w:val="00AA75EB"/>
    <w:rsid w:val="00AB073E"/>
    <w:rsid w:val="00AB3096"/>
    <w:rsid w:val="00AB446C"/>
    <w:rsid w:val="00AB505F"/>
    <w:rsid w:val="00AC0A0F"/>
    <w:rsid w:val="00AC49EA"/>
    <w:rsid w:val="00AC5F1F"/>
    <w:rsid w:val="00AC7DA0"/>
    <w:rsid w:val="00AD288C"/>
    <w:rsid w:val="00AE207C"/>
    <w:rsid w:val="00AE32E4"/>
    <w:rsid w:val="00AF1FC2"/>
    <w:rsid w:val="00AF2641"/>
    <w:rsid w:val="00B02140"/>
    <w:rsid w:val="00B066B9"/>
    <w:rsid w:val="00B10E6C"/>
    <w:rsid w:val="00B11A62"/>
    <w:rsid w:val="00B13855"/>
    <w:rsid w:val="00B16C61"/>
    <w:rsid w:val="00B16F16"/>
    <w:rsid w:val="00B201B2"/>
    <w:rsid w:val="00B2111E"/>
    <w:rsid w:val="00B3212F"/>
    <w:rsid w:val="00B35ABE"/>
    <w:rsid w:val="00B372E8"/>
    <w:rsid w:val="00B4007A"/>
    <w:rsid w:val="00B406AD"/>
    <w:rsid w:val="00B4138F"/>
    <w:rsid w:val="00B43421"/>
    <w:rsid w:val="00B45DE5"/>
    <w:rsid w:val="00B465F2"/>
    <w:rsid w:val="00B51DD4"/>
    <w:rsid w:val="00B51DE2"/>
    <w:rsid w:val="00B53FF1"/>
    <w:rsid w:val="00B54FBC"/>
    <w:rsid w:val="00B566F9"/>
    <w:rsid w:val="00B5671F"/>
    <w:rsid w:val="00B6211D"/>
    <w:rsid w:val="00B6249D"/>
    <w:rsid w:val="00B626E4"/>
    <w:rsid w:val="00B63BD8"/>
    <w:rsid w:val="00B655E9"/>
    <w:rsid w:val="00B675D7"/>
    <w:rsid w:val="00B801E5"/>
    <w:rsid w:val="00B847A9"/>
    <w:rsid w:val="00B90B5D"/>
    <w:rsid w:val="00BA14A5"/>
    <w:rsid w:val="00BA31EE"/>
    <w:rsid w:val="00BB4EF6"/>
    <w:rsid w:val="00BB5719"/>
    <w:rsid w:val="00BB5960"/>
    <w:rsid w:val="00BB6E2E"/>
    <w:rsid w:val="00BB7C1B"/>
    <w:rsid w:val="00BB7DB5"/>
    <w:rsid w:val="00BC01C1"/>
    <w:rsid w:val="00BC0F6D"/>
    <w:rsid w:val="00BC21D7"/>
    <w:rsid w:val="00BC711F"/>
    <w:rsid w:val="00BC71D9"/>
    <w:rsid w:val="00BD0131"/>
    <w:rsid w:val="00BD29C5"/>
    <w:rsid w:val="00BD7CC3"/>
    <w:rsid w:val="00BE1F78"/>
    <w:rsid w:val="00BE36A6"/>
    <w:rsid w:val="00BF35EB"/>
    <w:rsid w:val="00BF5AFF"/>
    <w:rsid w:val="00BF7E3B"/>
    <w:rsid w:val="00C03C0F"/>
    <w:rsid w:val="00C0571B"/>
    <w:rsid w:val="00C06235"/>
    <w:rsid w:val="00C07EFB"/>
    <w:rsid w:val="00C15DA8"/>
    <w:rsid w:val="00C16DA0"/>
    <w:rsid w:val="00C17296"/>
    <w:rsid w:val="00C20B42"/>
    <w:rsid w:val="00C254A4"/>
    <w:rsid w:val="00C27702"/>
    <w:rsid w:val="00C31B9C"/>
    <w:rsid w:val="00C46B35"/>
    <w:rsid w:val="00C52CA0"/>
    <w:rsid w:val="00C548AF"/>
    <w:rsid w:val="00C561E6"/>
    <w:rsid w:val="00C57ABC"/>
    <w:rsid w:val="00C674DF"/>
    <w:rsid w:val="00C70E29"/>
    <w:rsid w:val="00C83E91"/>
    <w:rsid w:val="00C87D30"/>
    <w:rsid w:val="00C93D99"/>
    <w:rsid w:val="00C961E9"/>
    <w:rsid w:val="00C97342"/>
    <w:rsid w:val="00CA086D"/>
    <w:rsid w:val="00CA7EDE"/>
    <w:rsid w:val="00CB656D"/>
    <w:rsid w:val="00CC24EF"/>
    <w:rsid w:val="00CC2BB5"/>
    <w:rsid w:val="00CC5431"/>
    <w:rsid w:val="00CC5523"/>
    <w:rsid w:val="00CD0BE7"/>
    <w:rsid w:val="00CE0F8C"/>
    <w:rsid w:val="00CE151D"/>
    <w:rsid w:val="00CE1E9C"/>
    <w:rsid w:val="00CE5FC2"/>
    <w:rsid w:val="00CE6F44"/>
    <w:rsid w:val="00CE7B56"/>
    <w:rsid w:val="00CF005F"/>
    <w:rsid w:val="00D00DF6"/>
    <w:rsid w:val="00D03A1B"/>
    <w:rsid w:val="00D0456A"/>
    <w:rsid w:val="00D05D63"/>
    <w:rsid w:val="00D0694F"/>
    <w:rsid w:val="00D1251E"/>
    <w:rsid w:val="00D21C11"/>
    <w:rsid w:val="00D23382"/>
    <w:rsid w:val="00D267B3"/>
    <w:rsid w:val="00D30606"/>
    <w:rsid w:val="00D36131"/>
    <w:rsid w:val="00D36AB3"/>
    <w:rsid w:val="00D37325"/>
    <w:rsid w:val="00D40AA7"/>
    <w:rsid w:val="00D43F11"/>
    <w:rsid w:val="00D52FBF"/>
    <w:rsid w:val="00D545A9"/>
    <w:rsid w:val="00D54670"/>
    <w:rsid w:val="00D572DE"/>
    <w:rsid w:val="00D6483B"/>
    <w:rsid w:val="00D6667D"/>
    <w:rsid w:val="00D673FC"/>
    <w:rsid w:val="00D677F9"/>
    <w:rsid w:val="00D76EB8"/>
    <w:rsid w:val="00D77EC0"/>
    <w:rsid w:val="00D872D2"/>
    <w:rsid w:val="00D93F86"/>
    <w:rsid w:val="00D97860"/>
    <w:rsid w:val="00D97D7D"/>
    <w:rsid w:val="00DA4FC3"/>
    <w:rsid w:val="00DB24AB"/>
    <w:rsid w:val="00DB3C59"/>
    <w:rsid w:val="00DB46A9"/>
    <w:rsid w:val="00DB4E26"/>
    <w:rsid w:val="00DB542C"/>
    <w:rsid w:val="00DC0D2D"/>
    <w:rsid w:val="00DC1BBA"/>
    <w:rsid w:val="00DC423A"/>
    <w:rsid w:val="00DC4E9E"/>
    <w:rsid w:val="00DC7162"/>
    <w:rsid w:val="00DD33ED"/>
    <w:rsid w:val="00DD49E3"/>
    <w:rsid w:val="00DE5796"/>
    <w:rsid w:val="00DF166B"/>
    <w:rsid w:val="00DF2894"/>
    <w:rsid w:val="00E05CD3"/>
    <w:rsid w:val="00E106FB"/>
    <w:rsid w:val="00E13AB1"/>
    <w:rsid w:val="00E141C0"/>
    <w:rsid w:val="00E14442"/>
    <w:rsid w:val="00E14764"/>
    <w:rsid w:val="00E14FE0"/>
    <w:rsid w:val="00E1531F"/>
    <w:rsid w:val="00E21BD5"/>
    <w:rsid w:val="00E253F5"/>
    <w:rsid w:val="00E26265"/>
    <w:rsid w:val="00E301FE"/>
    <w:rsid w:val="00E33CD8"/>
    <w:rsid w:val="00E40650"/>
    <w:rsid w:val="00E413DB"/>
    <w:rsid w:val="00E446F8"/>
    <w:rsid w:val="00E5284F"/>
    <w:rsid w:val="00E7028C"/>
    <w:rsid w:val="00E7142B"/>
    <w:rsid w:val="00E74AAA"/>
    <w:rsid w:val="00E75DA6"/>
    <w:rsid w:val="00E838CF"/>
    <w:rsid w:val="00E90BA9"/>
    <w:rsid w:val="00E9419A"/>
    <w:rsid w:val="00E964CD"/>
    <w:rsid w:val="00EA247B"/>
    <w:rsid w:val="00EA390B"/>
    <w:rsid w:val="00EA4EE5"/>
    <w:rsid w:val="00EA5ADE"/>
    <w:rsid w:val="00EA67E4"/>
    <w:rsid w:val="00EA6A32"/>
    <w:rsid w:val="00EB420E"/>
    <w:rsid w:val="00EB5B14"/>
    <w:rsid w:val="00EC17B7"/>
    <w:rsid w:val="00EC28EF"/>
    <w:rsid w:val="00EC4001"/>
    <w:rsid w:val="00ED624F"/>
    <w:rsid w:val="00EE1D7D"/>
    <w:rsid w:val="00EF4311"/>
    <w:rsid w:val="00EF7ED2"/>
    <w:rsid w:val="00F000A1"/>
    <w:rsid w:val="00F01F5E"/>
    <w:rsid w:val="00F043A2"/>
    <w:rsid w:val="00F04E28"/>
    <w:rsid w:val="00F060A3"/>
    <w:rsid w:val="00F1550E"/>
    <w:rsid w:val="00F26362"/>
    <w:rsid w:val="00F31AF7"/>
    <w:rsid w:val="00F3248A"/>
    <w:rsid w:val="00F32D63"/>
    <w:rsid w:val="00F32E42"/>
    <w:rsid w:val="00F33634"/>
    <w:rsid w:val="00F34948"/>
    <w:rsid w:val="00F41706"/>
    <w:rsid w:val="00F426A8"/>
    <w:rsid w:val="00F44E19"/>
    <w:rsid w:val="00F46F3A"/>
    <w:rsid w:val="00F470A2"/>
    <w:rsid w:val="00F50384"/>
    <w:rsid w:val="00F548E2"/>
    <w:rsid w:val="00F55FA4"/>
    <w:rsid w:val="00F564C5"/>
    <w:rsid w:val="00F56F14"/>
    <w:rsid w:val="00F61CDB"/>
    <w:rsid w:val="00F676F7"/>
    <w:rsid w:val="00F6788A"/>
    <w:rsid w:val="00F70235"/>
    <w:rsid w:val="00F74C90"/>
    <w:rsid w:val="00F76E05"/>
    <w:rsid w:val="00F8314C"/>
    <w:rsid w:val="00F92C5B"/>
    <w:rsid w:val="00F96E9E"/>
    <w:rsid w:val="00FA11BC"/>
    <w:rsid w:val="00FA2B68"/>
    <w:rsid w:val="00FA5B9E"/>
    <w:rsid w:val="00FA6258"/>
    <w:rsid w:val="00FA7361"/>
    <w:rsid w:val="00FB0096"/>
    <w:rsid w:val="00FB0DFD"/>
    <w:rsid w:val="00FB586C"/>
    <w:rsid w:val="00FC1A32"/>
    <w:rsid w:val="00FC32DD"/>
    <w:rsid w:val="00FC479D"/>
    <w:rsid w:val="00FC543E"/>
    <w:rsid w:val="00FC6D78"/>
    <w:rsid w:val="00FC6FF9"/>
    <w:rsid w:val="00FC7D69"/>
    <w:rsid w:val="00FD0079"/>
    <w:rsid w:val="00FD35C0"/>
    <w:rsid w:val="00FD52A8"/>
    <w:rsid w:val="00FD5DAE"/>
    <w:rsid w:val="00FD607F"/>
    <w:rsid w:val="00FE69EE"/>
    <w:rsid w:val="00FF1909"/>
    <w:rsid w:val="00FF79D4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9D3AF2"/>
  <w15:chartTrackingRefBased/>
  <w15:docId w15:val="{D980FC49-290F-4CE7-BDE9-3182DFD7A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01DE1"/>
    <w:rPr>
      <w:sz w:val="24"/>
      <w:lang w:eastAsia="en-US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36"/>
    </w:rPr>
  </w:style>
  <w:style w:type="paragraph" w:styleId="Nadpis2">
    <w:name w:val="heading 2"/>
    <w:basedOn w:val="Normln"/>
    <w:next w:val="Normln"/>
    <w:qFormat/>
    <w:pPr>
      <w:keepNext/>
      <w:numPr>
        <w:numId w:val="8"/>
      </w:numPr>
      <w:tabs>
        <w:tab w:val="clear" w:pos="720"/>
        <w:tab w:val="num" w:pos="1080"/>
      </w:tabs>
      <w:ind w:left="360"/>
      <w:jc w:val="both"/>
      <w:outlineLvl w:val="1"/>
    </w:pPr>
    <w:rPr>
      <w:i/>
      <w:u w:val="single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pPr>
      <w:keepNext/>
      <w:numPr>
        <w:numId w:val="10"/>
      </w:numPr>
      <w:jc w:val="both"/>
      <w:outlineLvl w:val="3"/>
    </w:pPr>
    <w:rPr>
      <w:b/>
      <w:i/>
    </w:rPr>
  </w:style>
  <w:style w:type="paragraph" w:styleId="Nadpis6">
    <w:name w:val="heading 6"/>
    <w:basedOn w:val="Normln"/>
    <w:next w:val="Normln"/>
    <w:link w:val="Nadpis6Char"/>
    <w:unhideWhenUsed/>
    <w:qFormat/>
    <w:rsid w:val="006B5FA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FA5B9E"/>
    <w:pPr>
      <w:spacing w:before="240" w:after="60"/>
      <w:outlineLvl w:val="6"/>
    </w:pPr>
    <w:rPr>
      <w:rFonts w:ascii="Calibri" w:hAnsi="Calibri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firstLine="426"/>
      <w:jc w:val="both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2">
    <w:name w:val="Body Text Indent 2"/>
    <w:basedOn w:val="Normln"/>
    <w:pPr>
      <w:ind w:firstLine="360"/>
      <w:jc w:val="both"/>
    </w:pPr>
  </w:style>
  <w:style w:type="paragraph" w:styleId="Zkladntextodsazen3">
    <w:name w:val="Body Text Indent 3"/>
    <w:basedOn w:val="Normln"/>
    <w:pPr>
      <w:ind w:firstLine="360"/>
      <w:jc w:val="both"/>
    </w:pPr>
    <w:rPr>
      <w:b/>
      <w:i/>
    </w:rPr>
  </w:style>
  <w:style w:type="paragraph" w:customStyle="1" w:styleId="Textodstavce">
    <w:name w:val="Text odstavce"/>
    <w:basedOn w:val="Normln"/>
    <w:rsid w:val="004D329D"/>
    <w:pPr>
      <w:numPr>
        <w:numId w:val="18"/>
      </w:numPr>
      <w:tabs>
        <w:tab w:val="left" w:pos="851"/>
      </w:tabs>
      <w:spacing w:before="120" w:after="120"/>
      <w:jc w:val="both"/>
      <w:outlineLvl w:val="6"/>
    </w:pPr>
    <w:rPr>
      <w:lang w:eastAsia="cs-CZ"/>
    </w:rPr>
  </w:style>
  <w:style w:type="paragraph" w:customStyle="1" w:styleId="Textbodu">
    <w:name w:val="Text bodu"/>
    <w:basedOn w:val="Normln"/>
    <w:rsid w:val="004D329D"/>
    <w:pPr>
      <w:numPr>
        <w:ilvl w:val="2"/>
        <w:numId w:val="18"/>
      </w:numPr>
      <w:jc w:val="both"/>
      <w:outlineLvl w:val="8"/>
    </w:pPr>
    <w:rPr>
      <w:lang w:eastAsia="cs-CZ"/>
    </w:rPr>
  </w:style>
  <w:style w:type="paragraph" w:customStyle="1" w:styleId="Textpsmene">
    <w:name w:val="Text písmene"/>
    <w:basedOn w:val="Normln"/>
    <w:rsid w:val="004D329D"/>
    <w:pPr>
      <w:numPr>
        <w:ilvl w:val="1"/>
        <w:numId w:val="18"/>
      </w:numPr>
      <w:jc w:val="both"/>
      <w:outlineLvl w:val="7"/>
    </w:pPr>
    <w:rPr>
      <w:lang w:eastAsia="cs-CZ"/>
    </w:rPr>
  </w:style>
  <w:style w:type="paragraph" w:customStyle="1" w:styleId="Zvorky">
    <w:name w:val="Závorky"/>
    <w:basedOn w:val="Seznam"/>
    <w:rsid w:val="00A423F2"/>
    <w:pPr>
      <w:ind w:left="705" w:hanging="705"/>
      <w:contextualSpacing w:val="0"/>
      <w:jc w:val="both"/>
    </w:pPr>
    <w:rPr>
      <w:lang w:val="en-US" w:eastAsia="cs-CZ"/>
    </w:rPr>
  </w:style>
  <w:style w:type="paragraph" w:styleId="Seznam">
    <w:name w:val="List"/>
    <w:basedOn w:val="Normln"/>
    <w:rsid w:val="00A423F2"/>
    <w:pPr>
      <w:ind w:left="283" w:hanging="283"/>
      <w:contextualSpacing/>
    </w:pPr>
  </w:style>
  <w:style w:type="character" w:customStyle="1" w:styleId="Nadpis6Char">
    <w:name w:val="Nadpis 6 Char"/>
    <w:link w:val="Nadpis6"/>
    <w:rsid w:val="006B5FA3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paragraph" w:customStyle="1" w:styleId="Default">
    <w:name w:val="Default"/>
    <w:rsid w:val="006B5F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cs-CZ"/>
    </w:rPr>
  </w:style>
  <w:style w:type="paragraph" w:customStyle="1" w:styleId="Arial-text">
    <w:name w:val="Arial - text"/>
    <w:basedOn w:val="Default"/>
    <w:next w:val="Default"/>
    <w:uiPriority w:val="99"/>
    <w:rsid w:val="006B5FA3"/>
    <w:rPr>
      <w:color w:val="auto"/>
    </w:rPr>
  </w:style>
  <w:style w:type="paragraph" w:styleId="Zkladntext">
    <w:name w:val="Body Text"/>
    <w:basedOn w:val="Normln"/>
    <w:link w:val="ZkladntextChar"/>
    <w:rsid w:val="002A3058"/>
    <w:pPr>
      <w:spacing w:after="120"/>
    </w:pPr>
  </w:style>
  <w:style w:type="character" w:customStyle="1" w:styleId="ZkladntextChar">
    <w:name w:val="Základní text Char"/>
    <w:link w:val="Zkladntext"/>
    <w:rsid w:val="002A3058"/>
    <w:rPr>
      <w:sz w:val="24"/>
      <w:lang w:eastAsia="en-US"/>
    </w:rPr>
  </w:style>
  <w:style w:type="character" w:styleId="Siln">
    <w:name w:val="Strong"/>
    <w:uiPriority w:val="22"/>
    <w:qFormat/>
    <w:rsid w:val="002A3058"/>
    <w:rPr>
      <w:b/>
      <w:bCs/>
    </w:rPr>
  </w:style>
  <w:style w:type="character" w:customStyle="1" w:styleId="Nadpis7Char">
    <w:name w:val="Nadpis 7 Char"/>
    <w:link w:val="Nadpis7"/>
    <w:semiHidden/>
    <w:rsid w:val="00FA5B9E"/>
    <w:rPr>
      <w:rFonts w:ascii="Calibri" w:eastAsia="Times New Roman" w:hAnsi="Calibri" w:cs="Times New Roman"/>
      <w:sz w:val="24"/>
      <w:szCs w:val="24"/>
      <w:lang w:eastAsia="en-US"/>
    </w:rPr>
  </w:style>
  <w:style w:type="paragraph" w:customStyle="1" w:styleId="Zkladntext31">
    <w:name w:val="Základní text 31"/>
    <w:basedOn w:val="Normln"/>
    <w:rsid w:val="00FA5B9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zh-CN"/>
    </w:rPr>
  </w:style>
  <w:style w:type="character" w:styleId="Hypertextovodkaz">
    <w:name w:val="Hyperlink"/>
    <w:uiPriority w:val="99"/>
    <w:rsid w:val="00F70235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2E62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2E62DD"/>
    <w:rPr>
      <w:rFonts w:ascii="Tahoma" w:hAnsi="Tahoma" w:cs="Tahoma"/>
      <w:sz w:val="16"/>
      <w:szCs w:val="16"/>
      <w:lang w:eastAsia="en-US"/>
    </w:rPr>
  </w:style>
  <w:style w:type="paragraph" w:customStyle="1" w:styleId="CM15">
    <w:name w:val="CM15"/>
    <w:basedOn w:val="Default"/>
    <w:next w:val="Default"/>
    <w:uiPriority w:val="99"/>
    <w:rsid w:val="004024BA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4024BA"/>
    <w:pPr>
      <w:widowControl w:val="0"/>
    </w:pPr>
    <w:rPr>
      <w:rFonts w:ascii="Times New Roman" w:hAnsi="Times New Roman" w:cs="Times New Roman"/>
      <w:color w:val="auto"/>
    </w:rPr>
  </w:style>
  <w:style w:type="paragraph" w:styleId="Bezmezer">
    <w:name w:val="No Spacing"/>
    <w:link w:val="BezmezerChar"/>
    <w:uiPriority w:val="1"/>
    <w:qFormat/>
    <w:rsid w:val="00C52CA0"/>
    <w:pPr>
      <w:widowControl w:val="0"/>
      <w:autoSpaceDE w:val="0"/>
      <w:autoSpaceDN w:val="0"/>
      <w:adjustRightInd w:val="0"/>
    </w:pPr>
    <w:rPr>
      <w:rFonts w:ascii="Arial" w:hAnsi="Arial" w:cs="Arial"/>
      <w:lang w:eastAsia="cs-CZ"/>
    </w:rPr>
  </w:style>
  <w:style w:type="character" w:customStyle="1" w:styleId="BezmezerChar">
    <w:name w:val="Bez mezer Char"/>
    <w:link w:val="Bezmezer"/>
    <w:uiPriority w:val="1"/>
    <w:rsid w:val="00C52CA0"/>
    <w:rPr>
      <w:rFonts w:ascii="Arial" w:hAnsi="Arial" w:cs="Arial"/>
    </w:rPr>
  </w:style>
  <w:style w:type="character" w:styleId="Nevyeenzmnka">
    <w:name w:val="Unresolved Mention"/>
    <w:uiPriority w:val="99"/>
    <w:semiHidden/>
    <w:unhideWhenUsed/>
    <w:rsid w:val="00362038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D97D7D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569970">
              <w:marLeft w:val="0"/>
              <w:marRight w:val="0"/>
              <w:marTop w:val="0"/>
              <w:marBottom w:val="0"/>
              <w:divBdr>
                <w:top w:val="single" w:sz="18" w:space="0" w:color="FBDC9C"/>
                <w:left w:val="single" w:sz="18" w:space="0" w:color="FBDC9C"/>
                <w:bottom w:val="single" w:sz="2" w:space="0" w:color="FBDC9C"/>
                <w:right w:val="single" w:sz="2" w:space="0" w:color="FBDC9C"/>
              </w:divBdr>
              <w:divsChild>
                <w:div w:id="1350643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5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62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24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95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19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61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8639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5181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59847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2711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4583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45487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9305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14687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23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luka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7211C-F158-4581-892F-98A48F4BE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lukas</Template>
  <TotalTime>6215</TotalTime>
  <Pages>3</Pages>
  <Words>348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MPA_2001</vt:lpstr>
    </vt:vector>
  </TitlesOfParts>
  <Manager>Ing. Pavel Matějek</Manager>
  <Company>MPA_projektstav s.r.o.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MPA_2001</dc:title>
  <dc:subject/>
  <dc:creator/>
  <cp:keywords/>
  <cp:lastModifiedBy>Jan Orolín</cp:lastModifiedBy>
  <cp:revision>216</cp:revision>
  <cp:lastPrinted>2020-02-24T05:05:00Z</cp:lastPrinted>
  <dcterms:created xsi:type="dcterms:W3CDTF">2021-10-03T18:34:00Z</dcterms:created>
  <dcterms:modified xsi:type="dcterms:W3CDTF">2022-04-22T06:04:00Z</dcterms:modified>
</cp:coreProperties>
</file>